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3626C" w14:textId="77777777" w:rsidR="001E7491" w:rsidRPr="005A195D" w:rsidRDefault="001E7491" w:rsidP="001E7491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Microsoft Sans Serif" w:hAnsi="Microsoft Sans Serif" w:cs="Microsoft Sans Serif"/>
          <w:sz w:val="24"/>
          <w:szCs w:val="24"/>
        </w:rPr>
      </w:pPr>
      <w:r w:rsidRPr="005A195D">
        <w:rPr>
          <w:rFonts w:ascii="Microsoft Sans Serif" w:hAnsi="Microsoft Sans Serif" w:cs="Microsoft Sans Serif"/>
          <w:sz w:val="24"/>
          <w:szCs w:val="24"/>
        </w:rPr>
        <w:t>ATTESTATION DE VISITE</w:t>
      </w:r>
    </w:p>
    <w:p w14:paraId="7F738805" w14:textId="77777777" w:rsidR="001E7491" w:rsidRDefault="001E7491" w:rsidP="001E7491">
      <w:pPr>
        <w:ind w:left="-284" w:right="-567"/>
      </w:pPr>
    </w:p>
    <w:p w14:paraId="0E363044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4FE64B56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50E509A4" w14:textId="009BAF5E" w:rsidR="001D655A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Référence de la procédure : </w:t>
      </w:r>
      <w:r w:rsidR="00F820D0">
        <w:rPr>
          <w:rFonts w:ascii="Microsoft Sans Serif" w:hAnsi="Microsoft Sans Serif" w:cs="Microsoft Sans Serif"/>
        </w:rPr>
        <w:t>2025MAPA008</w:t>
      </w:r>
    </w:p>
    <w:p w14:paraId="7DAFCBE4" w14:textId="77777777" w:rsidR="001D655A" w:rsidRPr="005A195D" w:rsidRDefault="001D655A" w:rsidP="001E7491">
      <w:pPr>
        <w:ind w:left="-284" w:right="-567"/>
        <w:rPr>
          <w:rFonts w:ascii="Microsoft Sans Serif" w:hAnsi="Microsoft Sans Serif" w:cs="Microsoft Sans Serif"/>
        </w:rPr>
      </w:pPr>
    </w:p>
    <w:p w14:paraId="5C2DD892" w14:textId="055C04AF" w:rsidR="001D655A" w:rsidRPr="005A195D" w:rsidRDefault="001E7491" w:rsidP="00406AC7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Marché de travaux : </w:t>
      </w:r>
      <w:r w:rsidR="006562A6">
        <w:rPr>
          <w:rFonts w:ascii="Microsoft Sans Serif" w:hAnsi="Microsoft Sans Serif" w:cs="Microsoft Sans Serif"/>
        </w:rPr>
        <w:t xml:space="preserve">Travaux de </w:t>
      </w:r>
      <w:r w:rsidR="00F820D0">
        <w:rPr>
          <w:rFonts w:ascii="Microsoft Sans Serif" w:hAnsi="Microsoft Sans Serif" w:cs="Microsoft Sans Serif"/>
        </w:rPr>
        <w:t>curage et de déconstruction de bâtiments sis 19 à 21 rue Choisy dans la commune de Vitry-sur-Seine</w:t>
      </w:r>
    </w:p>
    <w:p w14:paraId="65DA44DC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01909460" w14:textId="3BF0A89E" w:rsidR="001D655A" w:rsidRPr="005A195D" w:rsidRDefault="005A195D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>Pouvoir adjudicateur</w:t>
      </w:r>
      <w:r w:rsidR="001E7491" w:rsidRPr="005A195D">
        <w:rPr>
          <w:rFonts w:ascii="Microsoft Sans Serif" w:hAnsi="Microsoft Sans Serif" w:cs="Microsoft Sans Serif"/>
        </w:rPr>
        <w:t xml:space="preserve"> : </w:t>
      </w:r>
      <w:r w:rsidRPr="005A195D">
        <w:rPr>
          <w:rFonts w:ascii="Microsoft Sans Serif" w:hAnsi="Microsoft Sans Serif" w:cs="Microsoft Sans Serif"/>
        </w:rPr>
        <w:t xml:space="preserve">SGP </w:t>
      </w:r>
    </w:p>
    <w:p w14:paraId="2298E24C" w14:textId="77777777" w:rsidR="001D655A" w:rsidRPr="005A195D" w:rsidRDefault="001D655A" w:rsidP="001E7491">
      <w:pPr>
        <w:ind w:left="-284" w:right="-567"/>
        <w:rPr>
          <w:rFonts w:ascii="Microsoft Sans Serif" w:hAnsi="Microsoft Sans Serif" w:cs="Microsoft Sans Serif"/>
        </w:rPr>
      </w:pPr>
    </w:p>
    <w:p w14:paraId="7D404109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Date de la visite : </w:t>
      </w:r>
    </w:p>
    <w:p w14:paraId="250BE371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5421328D" w14:textId="6A4A0FA3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Lieu de la visite : </w:t>
      </w:r>
      <w:r w:rsidR="00F820D0">
        <w:rPr>
          <w:rFonts w:ascii="Microsoft Sans Serif" w:hAnsi="Microsoft Sans Serif" w:cs="Microsoft Sans Serif"/>
        </w:rPr>
        <w:t>19 à 21 rue Choisy à Vitry-sur-Seine</w:t>
      </w:r>
    </w:p>
    <w:p w14:paraId="189D3686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62416A5A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0299D6F7" w14:textId="7558FC93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  <w:b/>
          <w:bCs/>
          <w:highlight w:val="yellow"/>
        </w:rPr>
      </w:pPr>
      <w:r w:rsidRPr="005A195D">
        <w:rPr>
          <w:rFonts w:ascii="Microsoft Sans Serif" w:hAnsi="Microsoft Sans Serif" w:cs="Microsoft Sans Serif"/>
          <w:b/>
          <w:bCs/>
        </w:rPr>
        <w:t xml:space="preserve">Conformément à l’article </w:t>
      </w:r>
      <w:r w:rsidR="001D655A" w:rsidRPr="005A195D">
        <w:rPr>
          <w:rFonts w:ascii="Microsoft Sans Serif" w:hAnsi="Microsoft Sans Serif" w:cs="Microsoft Sans Serif"/>
          <w:b/>
          <w:bCs/>
        </w:rPr>
        <w:t>3.</w:t>
      </w:r>
      <w:r w:rsidR="00F820D0">
        <w:rPr>
          <w:rFonts w:ascii="Microsoft Sans Serif" w:hAnsi="Microsoft Sans Serif" w:cs="Microsoft Sans Serif"/>
          <w:b/>
          <w:bCs/>
        </w:rPr>
        <w:t>11.4</w:t>
      </w:r>
      <w:r w:rsidR="006562A6">
        <w:rPr>
          <w:rFonts w:ascii="Microsoft Sans Serif" w:hAnsi="Microsoft Sans Serif" w:cs="Microsoft Sans Serif"/>
          <w:b/>
          <w:bCs/>
        </w:rPr>
        <w:t xml:space="preserve"> </w:t>
      </w:r>
      <w:r w:rsidRPr="005A195D">
        <w:rPr>
          <w:rFonts w:ascii="Microsoft Sans Serif" w:hAnsi="Microsoft Sans Serif" w:cs="Microsoft Sans Serif"/>
          <w:b/>
          <w:bCs/>
        </w:rPr>
        <w:t>du règlement de consultation, la présente attestation de visite sera à produire à l’appui de la remise de l’offre</w:t>
      </w:r>
      <w:r w:rsidR="005A195D">
        <w:rPr>
          <w:rFonts w:ascii="Microsoft Sans Serif" w:hAnsi="Microsoft Sans Serif" w:cs="Microsoft Sans Serif"/>
          <w:b/>
          <w:bCs/>
        </w:rPr>
        <w:t>.</w:t>
      </w:r>
    </w:p>
    <w:p w14:paraId="62D87428" w14:textId="77777777" w:rsidR="001E7491" w:rsidRPr="005A195D" w:rsidRDefault="001E7491" w:rsidP="001E7491">
      <w:pPr>
        <w:ind w:right="-567"/>
        <w:rPr>
          <w:rFonts w:ascii="Microsoft Sans Serif" w:hAnsi="Microsoft Sans Serif" w:cs="Microsoft Sans Serif"/>
        </w:rPr>
      </w:pPr>
    </w:p>
    <w:tbl>
      <w:tblPr>
        <w:tblW w:w="103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5060"/>
      </w:tblGrid>
      <w:tr w:rsidR="001E7491" w:rsidRPr="005A195D" w14:paraId="4BEE0318" w14:textId="77777777" w:rsidTr="001E7491">
        <w:tc>
          <w:tcPr>
            <w:tcW w:w="5246" w:type="dxa"/>
            <w:tcBorders>
              <w:bottom w:val="single" w:sz="4" w:space="0" w:color="auto"/>
            </w:tcBorders>
          </w:tcPr>
          <w:p w14:paraId="24ED05BE" w14:textId="77777777" w:rsidR="001E7491" w:rsidRPr="005A195D" w:rsidRDefault="001E7491" w:rsidP="00194E01">
            <w:pPr>
              <w:spacing w:before="120" w:after="120"/>
              <w:ind w:right="-567"/>
              <w:rPr>
                <w:rFonts w:ascii="Microsoft Sans Serif" w:hAnsi="Microsoft Sans Serif" w:cs="Microsoft Sans Serif"/>
                <w:b/>
                <w:bCs/>
              </w:rPr>
            </w:pPr>
            <w:r w:rsidRPr="005A195D">
              <w:rPr>
                <w:rFonts w:ascii="Microsoft Sans Serif" w:hAnsi="Microsoft Sans Serif" w:cs="Microsoft Sans Serif"/>
                <w:b/>
                <w:bCs/>
              </w:rPr>
              <w:t>CADRE RESERVE A LA MAITRISE D’O</w:t>
            </w:r>
            <w:r w:rsidR="00194E01" w:rsidRPr="005A195D">
              <w:rPr>
                <w:rFonts w:ascii="Microsoft Sans Serif" w:hAnsi="Microsoft Sans Serif" w:cs="Microsoft Sans Serif"/>
                <w:b/>
                <w:bCs/>
              </w:rPr>
              <w:t>UVRAGE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14:paraId="34020106" w14:textId="77777777" w:rsidR="001E7491" w:rsidRPr="005A195D" w:rsidRDefault="001E7491" w:rsidP="00BD11D2">
            <w:pPr>
              <w:spacing w:before="120" w:after="120"/>
              <w:ind w:right="-567"/>
              <w:rPr>
                <w:rFonts w:ascii="Microsoft Sans Serif" w:hAnsi="Microsoft Sans Serif" w:cs="Microsoft Sans Serif"/>
                <w:b/>
                <w:bCs/>
              </w:rPr>
            </w:pPr>
            <w:r w:rsidRPr="005A195D">
              <w:rPr>
                <w:rFonts w:ascii="Microsoft Sans Serif" w:hAnsi="Microsoft Sans Serif" w:cs="Microsoft Sans Serif"/>
                <w:b/>
                <w:bCs/>
              </w:rPr>
              <w:t>CADRE RESERVE A L’ENTREPRISE</w:t>
            </w:r>
          </w:p>
        </w:tc>
      </w:tr>
      <w:tr w:rsidR="001E7491" w:rsidRPr="005A195D" w14:paraId="0A7A4E8B" w14:textId="77777777" w:rsidTr="001E7491">
        <w:tc>
          <w:tcPr>
            <w:tcW w:w="5246" w:type="dxa"/>
            <w:tcBorders>
              <w:bottom w:val="single" w:sz="4" w:space="0" w:color="auto"/>
            </w:tcBorders>
          </w:tcPr>
          <w:p w14:paraId="04F9873D" w14:textId="77777777" w:rsidR="001E7491" w:rsidRPr="005A195D" w:rsidRDefault="001E7491">
            <w:pPr>
              <w:spacing w:before="120" w:after="120"/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A  </w:t>
            </w:r>
            <w:r w:rsidR="001D655A" w:rsidRPr="005A195D">
              <w:rPr>
                <w:rFonts w:ascii="Microsoft Sans Serif" w:hAnsi="Microsoft Sans Serif" w:cs="Microsoft Sans Serif"/>
              </w:rPr>
              <w:t xml:space="preserve">                                    </w:t>
            </w:r>
            <w:r w:rsidRPr="005A195D">
              <w:rPr>
                <w:rFonts w:ascii="Microsoft Sans Serif" w:hAnsi="Microsoft Sans Serif" w:cs="Microsoft Sans Serif"/>
              </w:rPr>
              <w:t xml:space="preserve">, le </w:t>
            </w:r>
            <w:r w:rsidR="001D655A" w:rsidRPr="005A195D">
              <w:rPr>
                <w:rFonts w:ascii="Microsoft Sans Serif" w:hAnsi="Microsoft Sans Serif" w:cs="Microsoft Sans Serif"/>
              </w:rPr>
              <w:t xml:space="preserve"> 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14:paraId="73C5E8A1" w14:textId="77777777" w:rsidR="001E7491" w:rsidRPr="005A195D" w:rsidRDefault="001D655A" w:rsidP="00BD11D2">
            <w:pPr>
              <w:spacing w:before="120" w:after="120"/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A                                      , le  </w:t>
            </w:r>
          </w:p>
        </w:tc>
      </w:tr>
      <w:tr w:rsidR="001E7491" w:rsidRPr="005A195D" w14:paraId="1F1A04C9" w14:textId="77777777" w:rsidTr="001E7491">
        <w:tc>
          <w:tcPr>
            <w:tcW w:w="5246" w:type="dxa"/>
            <w:tcBorders>
              <w:bottom w:val="nil"/>
            </w:tcBorders>
          </w:tcPr>
          <w:p w14:paraId="1123ED4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2A51D0B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Je soussigné(e) :………………………………………………………………</w:t>
            </w:r>
          </w:p>
          <w:p w14:paraId="1FC20C1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25602D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…………………………………………………………………………………..</w:t>
            </w:r>
          </w:p>
          <w:p w14:paraId="68B75542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5C4EA183" w14:textId="77777777" w:rsidR="001E7491" w:rsidRPr="005A195D" w:rsidRDefault="001E7491" w:rsidP="00194E01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Représentant de la MO</w:t>
            </w:r>
            <w:r w:rsidR="00194E01" w:rsidRPr="005A195D">
              <w:rPr>
                <w:rFonts w:ascii="Microsoft Sans Serif" w:hAnsi="Microsoft Sans Serif" w:cs="Microsoft Sans Serif"/>
              </w:rPr>
              <w:t>A</w:t>
            </w:r>
            <w:r w:rsidRPr="005A195D">
              <w:rPr>
                <w:rFonts w:ascii="Microsoft Sans Serif" w:hAnsi="Microsoft Sans Serif" w:cs="Microsoft Sans Serif"/>
              </w:rPr>
              <w:t xml:space="preserve"> : </w:t>
            </w:r>
          </w:p>
        </w:tc>
        <w:tc>
          <w:tcPr>
            <w:tcW w:w="5060" w:type="dxa"/>
            <w:tcBorders>
              <w:bottom w:val="nil"/>
            </w:tcBorders>
          </w:tcPr>
          <w:p w14:paraId="4F9704F1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FA5700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Je soussigné(e) :………………………………………………………………</w:t>
            </w:r>
          </w:p>
          <w:p w14:paraId="38C7E4FC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7A8579C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…………………………………………………………………………………..</w:t>
            </w:r>
          </w:p>
          <w:p w14:paraId="4035E12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E0A6037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Représentant de la société : </w:t>
            </w:r>
          </w:p>
        </w:tc>
      </w:tr>
      <w:tr w:rsidR="001E7491" w:rsidRPr="005A195D" w14:paraId="1365D7D2" w14:textId="77777777" w:rsidTr="001E7491">
        <w:tc>
          <w:tcPr>
            <w:tcW w:w="5246" w:type="dxa"/>
            <w:tcBorders>
              <w:top w:val="nil"/>
              <w:bottom w:val="nil"/>
            </w:tcBorders>
          </w:tcPr>
          <w:p w14:paraId="44364E96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</w:t>
            </w:r>
          </w:p>
          <w:p w14:paraId="7271B9D7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FF355C9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Adresse : ……………………………………………………………………</w:t>
            </w:r>
          </w:p>
          <w:p w14:paraId="052EAA0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A3EB11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Email : …………………………………………………………………….</w:t>
            </w:r>
          </w:p>
        </w:tc>
        <w:tc>
          <w:tcPr>
            <w:tcW w:w="5060" w:type="dxa"/>
            <w:tcBorders>
              <w:top w:val="nil"/>
              <w:bottom w:val="nil"/>
            </w:tcBorders>
          </w:tcPr>
          <w:p w14:paraId="021D205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</w:t>
            </w:r>
          </w:p>
          <w:p w14:paraId="326F7B8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9E2F1E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Adresse : ……………………………………………………………………</w:t>
            </w:r>
          </w:p>
          <w:p w14:paraId="12668E6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370A49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Email : …………………………………………………………………….</w:t>
            </w:r>
          </w:p>
        </w:tc>
      </w:tr>
      <w:tr w:rsidR="001E7491" w:rsidRPr="005A195D" w14:paraId="5030ECF8" w14:textId="77777777" w:rsidTr="001E7491">
        <w:tc>
          <w:tcPr>
            <w:tcW w:w="5246" w:type="dxa"/>
            <w:tcBorders>
              <w:top w:val="nil"/>
              <w:bottom w:val="nil"/>
            </w:tcBorders>
          </w:tcPr>
          <w:p w14:paraId="45154CE9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5D345445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Téléphone : ……………………………………………………………………</w:t>
            </w:r>
          </w:p>
        </w:tc>
        <w:tc>
          <w:tcPr>
            <w:tcW w:w="5060" w:type="dxa"/>
            <w:tcBorders>
              <w:top w:val="nil"/>
              <w:bottom w:val="nil"/>
            </w:tcBorders>
          </w:tcPr>
          <w:p w14:paraId="3B91BBCD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0DE6E0E" w14:textId="77777777" w:rsidR="001E7491" w:rsidRPr="005A195D" w:rsidRDefault="001E7491" w:rsidP="00406AC7">
            <w:pPr>
              <w:ind w:right="-567"/>
              <w:rPr>
                <w:rFonts w:ascii="Microsoft Sans Serif" w:eastAsia="Times New Roman" w:hAnsi="Microsoft Sans Serif" w:cs="Microsoft Sans Serif"/>
                <w:bCs/>
                <w:iCs/>
                <w:lang w:eastAsia="fr-FR"/>
              </w:rPr>
            </w:pPr>
            <w:r w:rsidRPr="005A195D">
              <w:rPr>
                <w:rFonts w:ascii="Microsoft Sans Serif" w:hAnsi="Microsoft Sans Serif" w:cs="Microsoft Sans Serif"/>
              </w:rPr>
              <w:t>Téléphone : …………………………………………………………………</w:t>
            </w:r>
          </w:p>
        </w:tc>
      </w:tr>
      <w:tr w:rsidR="001E7491" w:rsidRPr="005A195D" w14:paraId="35465989" w14:textId="77777777" w:rsidTr="001E7491">
        <w:tc>
          <w:tcPr>
            <w:tcW w:w="5246" w:type="dxa"/>
            <w:tcBorders>
              <w:top w:val="nil"/>
            </w:tcBorders>
          </w:tcPr>
          <w:p w14:paraId="7FFFD6C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14DFBE0E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Signature (cachet </w:t>
            </w:r>
            <w:r w:rsidR="00194E01" w:rsidRPr="005A195D">
              <w:rPr>
                <w:rFonts w:ascii="Microsoft Sans Serif" w:hAnsi="Microsoft Sans Serif" w:cs="Microsoft Sans Serif"/>
              </w:rPr>
              <w:t>du MOA</w:t>
            </w:r>
            <w:r w:rsidRPr="005A195D">
              <w:rPr>
                <w:rFonts w:ascii="Microsoft Sans Serif" w:hAnsi="Microsoft Sans Serif" w:cs="Microsoft Sans Serif"/>
              </w:rPr>
              <w:t xml:space="preserve">) : </w:t>
            </w:r>
          </w:p>
          <w:p w14:paraId="668ADB4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80A20FB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37A02B41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16A8300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</w:tc>
        <w:tc>
          <w:tcPr>
            <w:tcW w:w="5060" w:type="dxa"/>
            <w:tcBorders>
              <w:top w:val="nil"/>
            </w:tcBorders>
          </w:tcPr>
          <w:p w14:paraId="4D469CE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28FF5F5B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Signature (cachet de l’entreprise) : </w:t>
            </w:r>
          </w:p>
          <w:p w14:paraId="67F9FA6D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C0915A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3911472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FCA0C4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</w:tc>
      </w:tr>
    </w:tbl>
    <w:p w14:paraId="66E5B0E9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  <w:sz w:val="18"/>
        </w:rPr>
      </w:pPr>
      <w:r w:rsidRPr="005A195D">
        <w:rPr>
          <w:rFonts w:ascii="Microsoft Sans Serif" w:hAnsi="Microsoft Sans Serif" w:cs="Microsoft Sans Serif"/>
          <w:sz w:val="18"/>
          <w:u w:val="single"/>
        </w:rPr>
        <w:t>En 2 exemplaires originaux</w:t>
      </w:r>
      <w:r w:rsidRPr="005A195D">
        <w:rPr>
          <w:rFonts w:ascii="Microsoft Sans Serif" w:hAnsi="Microsoft Sans Serif" w:cs="Microsoft Sans Serif"/>
          <w:sz w:val="18"/>
        </w:rPr>
        <w:t xml:space="preserve"> : </w:t>
      </w:r>
    </w:p>
    <w:p w14:paraId="14C0DA2D" w14:textId="77777777" w:rsidR="001E7491" w:rsidRPr="005A195D" w:rsidRDefault="00194E01" w:rsidP="001E7491">
      <w:pPr>
        <w:keepNext w:val="0"/>
        <w:keepLines w:val="0"/>
        <w:numPr>
          <w:ilvl w:val="0"/>
          <w:numId w:val="32"/>
        </w:numPr>
        <w:spacing w:line="276" w:lineRule="auto"/>
        <w:ind w:left="0" w:right="-567" w:hanging="284"/>
        <w:jc w:val="left"/>
        <w:rPr>
          <w:rFonts w:ascii="Microsoft Sans Serif" w:hAnsi="Microsoft Sans Serif" w:cs="Microsoft Sans Serif"/>
          <w:sz w:val="18"/>
        </w:rPr>
      </w:pPr>
      <w:r w:rsidRPr="005A195D">
        <w:rPr>
          <w:rFonts w:ascii="Microsoft Sans Serif" w:hAnsi="Microsoft Sans Serif" w:cs="Microsoft Sans Serif"/>
          <w:sz w:val="18"/>
        </w:rPr>
        <w:t>Exemplaire 1 : MOA</w:t>
      </w:r>
    </w:p>
    <w:p w14:paraId="457EA9AB" w14:textId="77777777" w:rsidR="00F63072" w:rsidRPr="005A195D" w:rsidRDefault="001E7491" w:rsidP="00406AC7">
      <w:pPr>
        <w:keepNext w:val="0"/>
        <w:keepLines w:val="0"/>
        <w:numPr>
          <w:ilvl w:val="0"/>
          <w:numId w:val="32"/>
        </w:numPr>
        <w:spacing w:line="276" w:lineRule="auto"/>
        <w:ind w:left="0" w:right="-567" w:hanging="284"/>
        <w:jc w:val="left"/>
        <w:rPr>
          <w:rFonts w:ascii="Microsoft Sans Serif" w:hAnsi="Microsoft Sans Serif" w:cs="Microsoft Sans Serif"/>
          <w:sz w:val="24"/>
        </w:rPr>
      </w:pPr>
      <w:r w:rsidRPr="005A195D">
        <w:rPr>
          <w:rFonts w:ascii="Microsoft Sans Serif" w:hAnsi="Microsoft Sans Serif" w:cs="Microsoft Sans Serif"/>
          <w:sz w:val="18"/>
        </w:rPr>
        <w:t xml:space="preserve">Exemplaire 2 : Candidat </w:t>
      </w:r>
    </w:p>
    <w:sectPr w:rsidR="00F63072" w:rsidRPr="005A195D" w:rsidSect="006A4968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819" w:right="1417" w:bottom="1417" w:left="1417" w:header="708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F391D" w14:textId="77777777" w:rsidR="00C503DC" w:rsidRDefault="00C503DC" w:rsidP="00AA7AE6">
      <w:r>
        <w:separator/>
      </w:r>
    </w:p>
    <w:p w14:paraId="039F02F4" w14:textId="77777777" w:rsidR="00C503DC" w:rsidRDefault="00C503DC"/>
  </w:endnote>
  <w:endnote w:type="continuationSeparator" w:id="0">
    <w:p w14:paraId="04452EE3" w14:textId="77777777" w:rsidR="00C503DC" w:rsidRDefault="00C503DC" w:rsidP="00AA7AE6">
      <w:r>
        <w:continuationSeparator/>
      </w:r>
    </w:p>
    <w:p w14:paraId="6D2474FB" w14:textId="77777777" w:rsidR="00C503DC" w:rsidRDefault="00C50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B25D6" w14:textId="2152B119" w:rsidR="005A195D" w:rsidRDefault="007A77E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60DAFA" wp14:editId="33B7247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9125" cy="381000"/>
              <wp:effectExtent l="0" t="0" r="3175" b="0"/>
              <wp:wrapNone/>
              <wp:docPr id="65673120" name="Zone de texte 2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91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93EB22" w14:textId="27B05B9C" w:rsidR="007A77E9" w:rsidRPr="007A77E9" w:rsidRDefault="007A77E9" w:rsidP="007A77E9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7A77E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60DAFA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Restreint - Document validé" style="position:absolute;left:0;text-align:left;margin-left:0;margin-top:0;width:248.75pt;height:30pt;z-index:25166080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4A93EB22" w14:textId="27B05B9C" w:rsidR="007A77E9" w:rsidRPr="007A77E9" w:rsidRDefault="007A77E9" w:rsidP="007A77E9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7A77E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83C9" w14:textId="5DDFA5BD" w:rsidR="00EE606B" w:rsidRPr="001E7491" w:rsidRDefault="007A77E9" w:rsidP="001E749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67E63EFD" wp14:editId="0BE8F22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9125" cy="381000"/>
              <wp:effectExtent l="0" t="0" r="3175" b="0"/>
              <wp:wrapNone/>
              <wp:docPr id="1422656647" name="Zone de texte 3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91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C1B80" w14:textId="3777D9BD" w:rsidR="007A77E9" w:rsidRPr="007A77E9" w:rsidRDefault="007A77E9" w:rsidP="007A77E9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7A77E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E63EF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Restreint - Document validé" style="position:absolute;left:0;text-align:left;margin-left:0;margin-top:0;width:248.75pt;height:30pt;z-index:25166182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5CBC1B80" w14:textId="3777D9BD" w:rsidR="007A77E9" w:rsidRPr="007A77E9" w:rsidRDefault="007A77E9" w:rsidP="007A77E9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7A77E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CACC" w14:textId="7784C64A" w:rsidR="005A195D" w:rsidRDefault="007A77E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BB80862" wp14:editId="504DA41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9125" cy="381000"/>
              <wp:effectExtent l="0" t="0" r="3175" b="0"/>
              <wp:wrapNone/>
              <wp:docPr id="782981680" name="Zone de texte 1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91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98DC35" w14:textId="7D44B7D7" w:rsidR="007A77E9" w:rsidRPr="007A77E9" w:rsidRDefault="007A77E9" w:rsidP="007A77E9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7A77E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B80862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Restreint - Document validé" style="position:absolute;left:0;text-align:left;margin-left:0;margin-top:0;width:248.75pt;height:30pt;z-index:25165977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4298DC35" w14:textId="7D44B7D7" w:rsidR="007A77E9" w:rsidRPr="007A77E9" w:rsidRDefault="007A77E9" w:rsidP="007A77E9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7A77E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C6445" w14:textId="77777777" w:rsidR="00C503DC" w:rsidRDefault="00C503DC" w:rsidP="00AA7AE6">
      <w:r>
        <w:separator/>
      </w:r>
    </w:p>
    <w:p w14:paraId="6F6F7997" w14:textId="77777777" w:rsidR="00C503DC" w:rsidRDefault="00C503DC"/>
  </w:footnote>
  <w:footnote w:type="continuationSeparator" w:id="0">
    <w:p w14:paraId="4F12B99D" w14:textId="77777777" w:rsidR="00C503DC" w:rsidRDefault="00C503DC" w:rsidP="00AA7AE6">
      <w:r>
        <w:continuationSeparator/>
      </w:r>
    </w:p>
    <w:p w14:paraId="1C67A563" w14:textId="77777777" w:rsidR="00C503DC" w:rsidRDefault="00C50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5DB68" w14:textId="57E7CC09" w:rsidR="005A195D" w:rsidRPr="00576DE8" w:rsidRDefault="006562A6" w:rsidP="005A195D">
    <w:pPr>
      <w:tabs>
        <w:tab w:val="center" w:pos="4536"/>
        <w:tab w:val="right" w:pos="9072"/>
      </w:tabs>
      <w:spacing w:before="120" w:line="240" w:lineRule="auto"/>
      <w:jc w:val="right"/>
      <w:rPr>
        <w:rFonts w:ascii="Arial" w:hAnsi="Arial" w:cs="Arial"/>
        <w:b/>
        <w:bCs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D67E33" wp14:editId="47BD35C9">
              <wp:simplePos x="0" y="0"/>
              <wp:positionH relativeFrom="column">
                <wp:posOffset>5195943</wp:posOffset>
              </wp:positionH>
              <wp:positionV relativeFrom="paragraph">
                <wp:posOffset>-140485</wp:posOffset>
              </wp:positionV>
              <wp:extent cx="983411" cy="551587"/>
              <wp:effectExtent l="0" t="0" r="7620" b="1270"/>
              <wp:wrapNone/>
              <wp:docPr id="600828709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83411" cy="551587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4A424" id="Forme libre : forme 3" o:spid="_x0000_s1026" style="position:absolute;margin-left:409.15pt;margin-top:-11.05pt;width:77.45pt;height:4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947137,264090;931490,261016;922244,252267;935045,242100;951879,256523;981752,251085;934572,216091;892168,241067;892168,165965;856606,165965;856606,228860;824838,216800;769440,262117;726549,216564;693595,233115;693595,219638;658744,219638;658744,228795;623059,216091;579059,235619;579059,219638;569575,218456;538992,235480;538992,219638;504141,219638;504141,247539;426453,247539;426453,279933;481693,279933;441388,305945;391839,253450;440439,200954;476671,218455;510299,200765;474137,171761;508164,137375;478055,128863;454348,144232;427558,121533;509588,121533;510299,110420;500234,73179;517806,73179;517806,135483;557162,173314;575890,170004;575890,148486;626929,174733;681220,137375;651111,128863;627403,144232;600613,121533;682642,121533;683354,110420;624321,50127;583105,67277;583105,41732;553368,41732;553368,5222;521126,5222;521126,22580;502870,41732;494854,41732;494854,66494;451265,50127;394252,96231;394252,66151;358215,66151;358215,85291;303336,50127;245297,89323;186720,50127;125348,99377;82267,71407;59744,67151;43148,51072;66145,33102;94120,54146;127786,44688;66382,0;6164,53909;51920,103090;74917,107346;92935,124134;69227,141631;34377,112785;0,121060;68753,174733;90091,171878;90091,228860;58322,216800;1185,278040;37106,335477;12091,335477;12091,503116;49550,503116;49550,445187;83455,445187;137109,411529;137109,503116;173146,503116;173146,451808;200647,419887;205701,420093;201214,444241;263803,506663;324801,458977;324801,507845;312710,519903;302040,518485;302040,548277;321955,551587;360837,511627;360837,459651;420579,506663;474871,469304;444761,460792;421054,476161;394263,453462;476293,453462;477004,442350;466940,405109;484249,405109;484249,467412;523604,505244;542334,501934;542334,484403;587421,506663;634363,466940;598089,430054;582442,426981;573197,418232;585998,408065;602832,422488;632704,417050;585524,382056;549549,396956;549549,373662;519812,373662;519812,337151;540177,337151;540177,285842;567679,253922;571492,254047;571376,255104;602670,261489;622822,244228;640129,256996;631594,265035;603856,269292;569005,304758;609782,340461;642974,323910;646189,337151;694781,337151;694781,269764;714221,249193;733425,269528;733425,337151;769460,337151;769460,294082;826023,339752;859245,323643;863255,337151;893117,337151;892197,319811;936469,340698;983411,300975;947137,264090;624796,78500;648503,98361;601324,98361;624796,78500;553368,73179;577978,73179;565526,112075;571658,140995;566408,141394;553368,129099;553368,73179;451740,78500;475448,98361;428269,98361;451740,78500;304048,83229;327756,100726;358215,91567;358215,133067;328940,124134;304522,141631;277020,112548;304048,83229;186720,83229;213273,112312;186720,141631;160167,112312;186720,83229;64012,249193;90565,278276;64012,307595;37459,278276;64012,249193;92730,323643;96614,336728;83455,335477;77646,335477;92730,323643;79661,413030;49786,413030;49786,367869;79661,367869;103607,390450;79661,413030;263803,473561;237250,444241;263803,415158;290356,444241;263803,473561;394975,430291;418446,410429;442154,430291;394975,430291;544012,405109;540242,421070;575330,457246;588844,460319;600460,470014;586710,480181;568217,464339;537634,469777;538057,472931;532850,473324;519812,461029;519812,405109;544012,405109;487568,337151;487568,354509;469314,373662;461297,373662;461297,398142;417971,382056;360837,428710;360837,398080;324801,398080;324801,429518;263803,382056;212026,408200;212026,385603;202543,384420;171960,401444;171960,385603;140875,385603;98675,337151;126601,337151;125653,316108;125653,288494;186340,340698;236493,313548;283941,340698;330883,300975;294610,264090;278962,261016;269716,252267;282519,242100;299351,256523;329224,251085;282044,216091;237484,247989;183732,216091;125653,267823;125653,165965;104201,165965;128574,136383;186720,174733;245286,135362;304522,174733;358215,141187;358215,171186;394252,171186;394252,128272;423929,167462;353432,253450;441388,340698;504141,309795;504141,337151;487568,337151;242054,287498;242732,274656;271850,291281;285364,294354;296981,304049;283230,314216;264738,298374;239157,302923;210523,294827;186814,310196;160024,287498;242054,287498;160735,264326;184206,244465;207914,264326;160735,264326;640129,291044;618554,314452;604568,302393;617843,289389;640129,285842;640129,291044;830528,307595;803974,278276;830528,249193;857080,278276;830528,307595;935758,314216;917265,298374;892168,302837;892168,269250;924378,291281;937891,294354;949508,304049;935758,314216;394252,54013;358215,54013;358215,24919;394252,24919;394252,54013;487318,29538;416465,43592;416465,17446;487318,3393;487318,29538;660374,29538;589520,43592;589520,17446;660374,3393;660374,29538;324801,356849;360837,356849;360837,385942;324801,385942;324801,35684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</v:shape>
          </w:pict>
        </mc:Fallback>
      </mc:AlternateContent>
    </w:r>
    <w:r w:rsidR="001E7491">
      <w:t xml:space="preserve">            </w:t>
    </w:r>
  </w:p>
  <w:p w14:paraId="602AEEB5" w14:textId="0C2F1567" w:rsidR="00EE606B" w:rsidRDefault="001E7491" w:rsidP="00EF41A7">
    <w:pPr>
      <w:pStyle w:val="En-tte"/>
      <w:tabs>
        <w:tab w:val="right" w:pos="9639"/>
      </w:tabs>
      <w:ind w:left="-567" w:right="-567"/>
    </w:pPr>
    <w:r>
      <w:t xml:space="preserve">                                              </w:t>
    </w:r>
  </w:p>
  <w:p w14:paraId="6A1474B0" w14:textId="77777777" w:rsidR="00EE606B" w:rsidRDefault="001E7491" w:rsidP="00EF41A7">
    <w:pPr>
      <w:pStyle w:val="En-tte"/>
      <w:tabs>
        <w:tab w:val="right" w:pos="9639"/>
      </w:tabs>
      <w:ind w:left="-567" w:right="-567"/>
    </w:pPr>
    <w: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F70"/>
    <w:multiLevelType w:val="hybridMultilevel"/>
    <w:tmpl w:val="DA6AD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0115"/>
    <w:multiLevelType w:val="multilevel"/>
    <w:tmpl w:val="6A2A69F0"/>
    <w:lvl w:ilvl="0">
      <w:start w:val="1"/>
      <w:numFmt w:val="bullet"/>
      <w:pStyle w:val="Retrait2"/>
      <w:lvlText w:val="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."/>
      <w:legacy w:legacy="1" w:legacySpace="144" w:legacyIndent="0"/>
      <w:lvlJc w:val="left"/>
    </w:lvl>
    <w:lvl w:ilvl="3">
      <w:start w:val="1"/>
      <w:numFmt w:val="decimal"/>
      <w:lvlText w:val="%1.%2.%3.%4."/>
      <w:legacy w:legacy="1" w:legacySpace="144" w:legacyIndent="0"/>
      <w:lvlJc w:val="left"/>
      <w:pPr>
        <w:ind w:left="907" w:firstLine="0"/>
      </w:pPr>
    </w:lvl>
    <w:lvl w:ilvl="4">
      <w:start w:val="1"/>
      <w:numFmt w:val="decimal"/>
      <w:lvlText w:val="%1.%2.%3.%4.%5."/>
      <w:legacy w:legacy="1" w:legacySpace="144" w:legacyIndent="0"/>
      <w:lvlJc w:val="left"/>
    </w:lvl>
    <w:lvl w:ilvl="5">
      <w:start w:val="1"/>
      <w:numFmt w:val="decimal"/>
      <w:lvlText w:val="%1.%2.%3.%4.%5.%6."/>
      <w:legacy w:legacy="1" w:legacySpace="144" w:legacyIndent="0"/>
      <w:lvlJc w:val="left"/>
    </w:lvl>
    <w:lvl w:ilvl="6">
      <w:start w:val="1"/>
      <w:numFmt w:val="decimal"/>
      <w:lvlText w:val="%1.%2.%3.%4.%5.%6.%7."/>
      <w:legacy w:legacy="1" w:legacySpace="144" w:legacyIndent="0"/>
      <w:lvlJc w:val="left"/>
    </w:lvl>
    <w:lvl w:ilvl="7">
      <w:start w:val="1"/>
      <w:numFmt w:val="decimal"/>
      <w:lvlText w:val="%1.%2.%3.%4.%5.%6.%7.%8."/>
      <w:legacy w:legacy="1" w:legacySpace="144" w:legacyIndent="0"/>
      <w:lvlJc w:val="left"/>
    </w:lvl>
    <w:lvl w:ilvl="8">
      <w:start w:val="1"/>
      <w:numFmt w:val="decimal"/>
      <w:lvlText w:val="%1.%2.%3.%4.%5.%6.%7.%8.%9."/>
      <w:legacy w:legacy="1" w:legacySpace="144" w:legacyIndent="0"/>
      <w:lvlJc w:val="left"/>
    </w:lvl>
  </w:abstractNum>
  <w:abstractNum w:abstractNumId="2" w15:restartNumberingAfterBreak="0">
    <w:nsid w:val="04B96ED7"/>
    <w:multiLevelType w:val="multilevel"/>
    <w:tmpl w:val="D3286302"/>
    <w:lvl w:ilvl="0">
      <w:start w:val="1"/>
      <w:numFmt w:val="decimal"/>
      <w:pStyle w:val="Retrait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DF76E4"/>
    <w:multiLevelType w:val="hybridMultilevel"/>
    <w:tmpl w:val="E140FE40"/>
    <w:lvl w:ilvl="0" w:tplc="6D469564">
      <w:start w:val="1"/>
      <w:numFmt w:val="bullet"/>
      <w:pStyle w:val="Liste"/>
      <w:lvlText w:val="¢"/>
      <w:lvlJc w:val="left"/>
      <w:pPr>
        <w:ind w:left="928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D22328"/>
        <w:sz w:val="20"/>
        <w:u w:val="none"/>
        <w:effect w:val="none"/>
        <w:vertAlign w:val="baseline"/>
        <w:specVanish w:val="0"/>
      </w:rPr>
    </w:lvl>
    <w:lvl w:ilvl="1" w:tplc="B2501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1AC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8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86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B46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67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016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454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F2921"/>
    <w:multiLevelType w:val="hybridMultilevel"/>
    <w:tmpl w:val="1A2E9C14"/>
    <w:lvl w:ilvl="0" w:tplc="9F82E636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  <w:color w:val="921F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C037BB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53900"/>
    <w:multiLevelType w:val="multilevel"/>
    <w:tmpl w:val="7A6AB3CA"/>
    <w:lvl w:ilvl="0">
      <w:start w:val="1"/>
      <w:numFmt w:val="lowerLetter"/>
      <w:pStyle w:val="Pucealpha1"/>
      <w:lvlText w:val="%1."/>
      <w:lvlJc w:val="left"/>
      <w:pPr>
        <w:ind w:left="323" w:firstLine="0"/>
      </w:pPr>
      <w:rPr>
        <w:rFonts w:hint="default"/>
      </w:rPr>
    </w:lvl>
    <w:lvl w:ilvl="1">
      <w:start w:val="1"/>
      <w:numFmt w:val="decimal"/>
      <w:pStyle w:val="Pucealpha2"/>
      <w:lvlText w:val="%1.%2."/>
      <w:lvlJc w:val="left"/>
      <w:pPr>
        <w:ind w:left="1043" w:firstLine="0"/>
      </w:pPr>
      <w:rPr>
        <w:rFonts w:hint="default"/>
      </w:rPr>
    </w:lvl>
    <w:lvl w:ilvl="2">
      <w:start w:val="1"/>
      <w:numFmt w:val="decimal"/>
      <w:pStyle w:val="Pucealpha3"/>
      <w:lvlText w:val="%1.%2.%3."/>
      <w:lvlJc w:val="left"/>
      <w:pPr>
        <w:ind w:left="1763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83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03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23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43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363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083" w:firstLine="0"/>
      </w:pPr>
      <w:rPr>
        <w:rFonts w:hint="default"/>
      </w:rPr>
    </w:lvl>
  </w:abstractNum>
  <w:abstractNum w:abstractNumId="7" w15:restartNumberingAfterBreak="0">
    <w:nsid w:val="19F45754"/>
    <w:multiLevelType w:val="singleLevel"/>
    <w:tmpl w:val="636A573C"/>
    <w:lvl w:ilvl="0">
      <w:start w:val="1"/>
      <w:numFmt w:val="bullet"/>
      <w:lvlText w:val="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</w:abstractNum>
  <w:abstractNum w:abstractNumId="8" w15:restartNumberingAfterBreak="0">
    <w:nsid w:val="29931B2B"/>
    <w:multiLevelType w:val="hybridMultilevel"/>
    <w:tmpl w:val="74380F98"/>
    <w:lvl w:ilvl="0" w:tplc="B86CA9B0">
      <w:start w:val="1"/>
      <w:numFmt w:val="bullet"/>
      <w:pStyle w:val="Puce2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D46912"/>
    <w:multiLevelType w:val="hybridMultilevel"/>
    <w:tmpl w:val="415861BA"/>
    <w:lvl w:ilvl="0" w:tplc="B0F2CD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C5306"/>
    <w:multiLevelType w:val="hybridMultilevel"/>
    <w:tmpl w:val="ECCE1AC8"/>
    <w:lvl w:ilvl="0" w:tplc="88A47B66">
      <w:start w:val="1"/>
      <w:numFmt w:val="decimal"/>
      <w:lvlText w:val="%1."/>
      <w:lvlJc w:val="left"/>
      <w:pPr>
        <w:ind w:left="1287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30153"/>
    <w:multiLevelType w:val="singleLevel"/>
    <w:tmpl w:val="DB40D720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5594B9F"/>
    <w:multiLevelType w:val="multilevel"/>
    <w:tmpl w:val="0EE24B0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8E60D16"/>
    <w:multiLevelType w:val="singleLevel"/>
    <w:tmpl w:val="A08EFD8E"/>
    <w:lvl w:ilvl="0">
      <w:start w:val="1"/>
      <w:numFmt w:val="bullet"/>
      <w:pStyle w:val="Style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929585940">
    <w:abstractNumId w:val="4"/>
  </w:num>
  <w:num w:numId="2" w16cid:durableId="1430855305">
    <w:abstractNumId w:val="8"/>
  </w:num>
  <w:num w:numId="3" w16cid:durableId="510876714">
    <w:abstractNumId w:val="14"/>
  </w:num>
  <w:num w:numId="4" w16cid:durableId="1186020250">
    <w:abstractNumId w:val="2"/>
  </w:num>
  <w:num w:numId="5" w16cid:durableId="270628208">
    <w:abstractNumId w:val="6"/>
  </w:num>
  <w:num w:numId="6" w16cid:durableId="1619409371">
    <w:abstractNumId w:val="12"/>
  </w:num>
  <w:num w:numId="7" w16cid:durableId="1720396374">
    <w:abstractNumId w:val="11"/>
  </w:num>
  <w:num w:numId="8" w16cid:durableId="481626200">
    <w:abstractNumId w:val="13"/>
  </w:num>
  <w:num w:numId="9" w16cid:durableId="1081366932">
    <w:abstractNumId w:val="7"/>
  </w:num>
  <w:num w:numId="10" w16cid:durableId="433744364">
    <w:abstractNumId w:val="5"/>
  </w:num>
  <w:num w:numId="11" w16cid:durableId="426584380">
    <w:abstractNumId w:val="1"/>
  </w:num>
  <w:num w:numId="12" w16cid:durableId="1253315647">
    <w:abstractNumId w:val="3"/>
  </w:num>
  <w:num w:numId="13" w16cid:durableId="892666290">
    <w:abstractNumId w:val="0"/>
  </w:num>
  <w:num w:numId="14" w16cid:durableId="1402606782">
    <w:abstractNumId w:val="10"/>
  </w:num>
  <w:num w:numId="15" w16cid:durableId="719942916">
    <w:abstractNumId w:val="4"/>
  </w:num>
  <w:num w:numId="16" w16cid:durableId="2082604254">
    <w:abstractNumId w:val="4"/>
  </w:num>
  <w:num w:numId="17" w16cid:durableId="1213617049">
    <w:abstractNumId w:val="4"/>
  </w:num>
  <w:num w:numId="18" w16cid:durableId="1703094677">
    <w:abstractNumId w:val="4"/>
  </w:num>
  <w:num w:numId="19" w16cid:durableId="1793286253">
    <w:abstractNumId w:val="4"/>
  </w:num>
  <w:num w:numId="20" w16cid:durableId="456603485">
    <w:abstractNumId w:val="4"/>
  </w:num>
  <w:num w:numId="21" w16cid:durableId="103157777">
    <w:abstractNumId w:val="4"/>
  </w:num>
  <w:num w:numId="22" w16cid:durableId="1753966767">
    <w:abstractNumId w:val="4"/>
  </w:num>
  <w:num w:numId="23" w16cid:durableId="59981844">
    <w:abstractNumId w:val="4"/>
  </w:num>
  <w:num w:numId="24" w16cid:durableId="428160008">
    <w:abstractNumId w:val="4"/>
  </w:num>
  <w:num w:numId="25" w16cid:durableId="1551723862">
    <w:abstractNumId w:val="4"/>
  </w:num>
  <w:num w:numId="26" w16cid:durableId="1143741013">
    <w:abstractNumId w:val="4"/>
  </w:num>
  <w:num w:numId="27" w16cid:durableId="1699504535">
    <w:abstractNumId w:val="4"/>
  </w:num>
  <w:num w:numId="28" w16cid:durableId="27806619">
    <w:abstractNumId w:val="6"/>
    <w:lvlOverride w:ilvl="0">
      <w:startOverride w:val="1"/>
    </w:lvlOverride>
  </w:num>
  <w:num w:numId="29" w16cid:durableId="974064848">
    <w:abstractNumId w:val="4"/>
  </w:num>
  <w:num w:numId="30" w16cid:durableId="1186486111">
    <w:abstractNumId w:val="4"/>
  </w:num>
  <w:num w:numId="31" w16cid:durableId="1774281743">
    <w:abstractNumId w:val="4"/>
  </w:num>
  <w:num w:numId="32" w16cid:durableId="18458225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embedSystemFonts/>
  <w:attachedTemplate r:id="rId1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E"/>
    <w:rsid w:val="000219D0"/>
    <w:rsid w:val="000329A7"/>
    <w:rsid w:val="0005441A"/>
    <w:rsid w:val="00087761"/>
    <w:rsid w:val="00090864"/>
    <w:rsid w:val="0009164A"/>
    <w:rsid w:val="00094F20"/>
    <w:rsid w:val="000A1C80"/>
    <w:rsid w:val="000B2D52"/>
    <w:rsid w:val="000D45E8"/>
    <w:rsid w:val="000D65B1"/>
    <w:rsid w:val="000D77BF"/>
    <w:rsid w:val="000D7A46"/>
    <w:rsid w:val="000E0770"/>
    <w:rsid w:val="000E089C"/>
    <w:rsid w:val="000E4915"/>
    <w:rsid w:val="0010616A"/>
    <w:rsid w:val="00127EC0"/>
    <w:rsid w:val="00130BC2"/>
    <w:rsid w:val="001330EC"/>
    <w:rsid w:val="00156418"/>
    <w:rsid w:val="00177C69"/>
    <w:rsid w:val="00180408"/>
    <w:rsid w:val="001808A4"/>
    <w:rsid w:val="00194E01"/>
    <w:rsid w:val="001A0549"/>
    <w:rsid w:val="001C671C"/>
    <w:rsid w:val="001D435B"/>
    <w:rsid w:val="001D655A"/>
    <w:rsid w:val="001E7491"/>
    <w:rsid w:val="001F3FA7"/>
    <w:rsid w:val="00203F9B"/>
    <w:rsid w:val="00222EEF"/>
    <w:rsid w:val="0022794E"/>
    <w:rsid w:val="002339EB"/>
    <w:rsid w:val="00233D36"/>
    <w:rsid w:val="00262397"/>
    <w:rsid w:val="00263816"/>
    <w:rsid w:val="0026416D"/>
    <w:rsid w:val="00265DD9"/>
    <w:rsid w:val="0028692F"/>
    <w:rsid w:val="00292EE1"/>
    <w:rsid w:val="002A080A"/>
    <w:rsid w:val="002C15A7"/>
    <w:rsid w:val="002C498B"/>
    <w:rsid w:val="002D08F5"/>
    <w:rsid w:val="00300B6C"/>
    <w:rsid w:val="003043FE"/>
    <w:rsid w:val="00316B01"/>
    <w:rsid w:val="003256F2"/>
    <w:rsid w:val="003263F8"/>
    <w:rsid w:val="00326676"/>
    <w:rsid w:val="0033178D"/>
    <w:rsid w:val="00335149"/>
    <w:rsid w:val="00342BC3"/>
    <w:rsid w:val="00352F29"/>
    <w:rsid w:val="00362596"/>
    <w:rsid w:val="00366C39"/>
    <w:rsid w:val="00374111"/>
    <w:rsid w:val="003747E0"/>
    <w:rsid w:val="00377F27"/>
    <w:rsid w:val="00383B26"/>
    <w:rsid w:val="00393AD0"/>
    <w:rsid w:val="003944F1"/>
    <w:rsid w:val="003C3C12"/>
    <w:rsid w:val="003C50ED"/>
    <w:rsid w:val="003E4DFA"/>
    <w:rsid w:val="003F43E6"/>
    <w:rsid w:val="00403C1A"/>
    <w:rsid w:val="00406AC7"/>
    <w:rsid w:val="00417BB6"/>
    <w:rsid w:val="004234EA"/>
    <w:rsid w:val="00432652"/>
    <w:rsid w:val="00461A8F"/>
    <w:rsid w:val="004772C6"/>
    <w:rsid w:val="00492575"/>
    <w:rsid w:val="004949D9"/>
    <w:rsid w:val="004A4AD3"/>
    <w:rsid w:val="004A5803"/>
    <w:rsid w:val="004C643C"/>
    <w:rsid w:val="004D0008"/>
    <w:rsid w:val="004D06F9"/>
    <w:rsid w:val="004D1B2F"/>
    <w:rsid w:val="004E0BE4"/>
    <w:rsid w:val="004E4FB0"/>
    <w:rsid w:val="004E5A46"/>
    <w:rsid w:val="00510B3D"/>
    <w:rsid w:val="00510FA8"/>
    <w:rsid w:val="00520710"/>
    <w:rsid w:val="00523388"/>
    <w:rsid w:val="005410AF"/>
    <w:rsid w:val="00552F2A"/>
    <w:rsid w:val="00570276"/>
    <w:rsid w:val="005865E7"/>
    <w:rsid w:val="005877D3"/>
    <w:rsid w:val="005A0974"/>
    <w:rsid w:val="005A195D"/>
    <w:rsid w:val="005A5E87"/>
    <w:rsid w:val="005C5493"/>
    <w:rsid w:val="005D1B82"/>
    <w:rsid w:val="005D4F35"/>
    <w:rsid w:val="005F119F"/>
    <w:rsid w:val="005F3D99"/>
    <w:rsid w:val="00606640"/>
    <w:rsid w:val="00644791"/>
    <w:rsid w:val="006534A2"/>
    <w:rsid w:val="006562A6"/>
    <w:rsid w:val="00656D31"/>
    <w:rsid w:val="00680013"/>
    <w:rsid w:val="0068625E"/>
    <w:rsid w:val="0069351F"/>
    <w:rsid w:val="006A1057"/>
    <w:rsid w:val="006A5DCA"/>
    <w:rsid w:val="006C7579"/>
    <w:rsid w:val="006D1EA0"/>
    <w:rsid w:val="006E6728"/>
    <w:rsid w:val="006F671E"/>
    <w:rsid w:val="006F756A"/>
    <w:rsid w:val="006F7B5E"/>
    <w:rsid w:val="00702B3D"/>
    <w:rsid w:val="007051A4"/>
    <w:rsid w:val="00715837"/>
    <w:rsid w:val="0072446C"/>
    <w:rsid w:val="00746250"/>
    <w:rsid w:val="00750630"/>
    <w:rsid w:val="00754B27"/>
    <w:rsid w:val="00763364"/>
    <w:rsid w:val="00766929"/>
    <w:rsid w:val="00771AC6"/>
    <w:rsid w:val="00776E92"/>
    <w:rsid w:val="00781F91"/>
    <w:rsid w:val="00795A08"/>
    <w:rsid w:val="007A56FA"/>
    <w:rsid w:val="007A77E9"/>
    <w:rsid w:val="007C63A3"/>
    <w:rsid w:val="007C71E4"/>
    <w:rsid w:val="007E607F"/>
    <w:rsid w:val="007F6672"/>
    <w:rsid w:val="008063F9"/>
    <w:rsid w:val="00816A6D"/>
    <w:rsid w:val="008171F8"/>
    <w:rsid w:val="00822066"/>
    <w:rsid w:val="008356E6"/>
    <w:rsid w:val="00852339"/>
    <w:rsid w:val="00853D43"/>
    <w:rsid w:val="008626C7"/>
    <w:rsid w:val="00873531"/>
    <w:rsid w:val="0088018E"/>
    <w:rsid w:val="00882DE1"/>
    <w:rsid w:val="00891D3E"/>
    <w:rsid w:val="008B0C14"/>
    <w:rsid w:val="008C5BD1"/>
    <w:rsid w:val="008D346C"/>
    <w:rsid w:val="008D6DFC"/>
    <w:rsid w:val="008E3ADE"/>
    <w:rsid w:val="008E6BF2"/>
    <w:rsid w:val="008E753F"/>
    <w:rsid w:val="008F2A5A"/>
    <w:rsid w:val="008F30C9"/>
    <w:rsid w:val="008F5168"/>
    <w:rsid w:val="008F5EFF"/>
    <w:rsid w:val="00907AD7"/>
    <w:rsid w:val="009174FE"/>
    <w:rsid w:val="00930DE5"/>
    <w:rsid w:val="00934DC2"/>
    <w:rsid w:val="00943CAC"/>
    <w:rsid w:val="00947452"/>
    <w:rsid w:val="009529D8"/>
    <w:rsid w:val="0095375B"/>
    <w:rsid w:val="009631D0"/>
    <w:rsid w:val="00963A56"/>
    <w:rsid w:val="00980935"/>
    <w:rsid w:val="00991821"/>
    <w:rsid w:val="00995197"/>
    <w:rsid w:val="009A01A0"/>
    <w:rsid w:val="009A308F"/>
    <w:rsid w:val="009A4C98"/>
    <w:rsid w:val="009B080E"/>
    <w:rsid w:val="009B1DB5"/>
    <w:rsid w:val="009F08BE"/>
    <w:rsid w:val="009F615C"/>
    <w:rsid w:val="009F6701"/>
    <w:rsid w:val="00A111B5"/>
    <w:rsid w:val="00A11EC3"/>
    <w:rsid w:val="00A1653C"/>
    <w:rsid w:val="00A23374"/>
    <w:rsid w:val="00A46198"/>
    <w:rsid w:val="00A55153"/>
    <w:rsid w:val="00A60CB8"/>
    <w:rsid w:val="00A6153A"/>
    <w:rsid w:val="00A641FE"/>
    <w:rsid w:val="00A661F6"/>
    <w:rsid w:val="00A77E23"/>
    <w:rsid w:val="00A80B9C"/>
    <w:rsid w:val="00A90957"/>
    <w:rsid w:val="00AA470A"/>
    <w:rsid w:val="00AA7AE6"/>
    <w:rsid w:val="00AA7E92"/>
    <w:rsid w:val="00AB27AB"/>
    <w:rsid w:val="00AE41AC"/>
    <w:rsid w:val="00AE6C78"/>
    <w:rsid w:val="00AE76D5"/>
    <w:rsid w:val="00AE79B8"/>
    <w:rsid w:val="00AF7785"/>
    <w:rsid w:val="00B153F3"/>
    <w:rsid w:val="00B228AF"/>
    <w:rsid w:val="00B24ACA"/>
    <w:rsid w:val="00B264AE"/>
    <w:rsid w:val="00B32A6A"/>
    <w:rsid w:val="00B341E1"/>
    <w:rsid w:val="00B40EF7"/>
    <w:rsid w:val="00B46445"/>
    <w:rsid w:val="00B50066"/>
    <w:rsid w:val="00B60364"/>
    <w:rsid w:val="00B6146A"/>
    <w:rsid w:val="00B807EF"/>
    <w:rsid w:val="00B84357"/>
    <w:rsid w:val="00B85100"/>
    <w:rsid w:val="00B937F3"/>
    <w:rsid w:val="00BC4DC5"/>
    <w:rsid w:val="00BE02EA"/>
    <w:rsid w:val="00BE1DCE"/>
    <w:rsid w:val="00BF1015"/>
    <w:rsid w:val="00C00F11"/>
    <w:rsid w:val="00C1295B"/>
    <w:rsid w:val="00C201A1"/>
    <w:rsid w:val="00C37901"/>
    <w:rsid w:val="00C426A3"/>
    <w:rsid w:val="00C503DC"/>
    <w:rsid w:val="00C5171A"/>
    <w:rsid w:val="00C54454"/>
    <w:rsid w:val="00C64ECA"/>
    <w:rsid w:val="00C665B2"/>
    <w:rsid w:val="00C715F1"/>
    <w:rsid w:val="00C8517E"/>
    <w:rsid w:val="00C9014E"/>
    <w:rsid w:val="00C91F5C"/>
    <w:rsid w:val="00C93647"/>
    <w:rsid w:val="00CB23EA"/>
    <w:rsid w:val="00CB3A8B"/>
    <w:rsid w:val="00CD797B"/>
    <w:rsid w:val="00CE1387"/>
    <w:rsid w:val="00CE1792"/>
    <w:rsid w:val="00CF371F"/>
    <w:rsid w:val="00D22B36"/>
    <w:rsid w:val="00D260A3"/>
    <w:rsid w:val="00D30408"/>
    <w:rsid w:val="00D44DF5"/>
    <w:rsid w:val="00D54E87"/>
    <w:rsid w:val="00D56BA6"/>
    <w:rsid w:val="00D70A46"/>
    <w:rsid w:val="00D748A1"/>
    <w:rsid w:val="00D75381"/>
    <w:rsid w:val="00D764D7"/>
    <w:rsid w:val="00DA7AE5"/>
    <w:rsid w:val="00DC18D0"/>
    <w:rsid w:val="00DD6C10"/>
    <w:rsid w:val="00E30C7F"/>
    <w:rsid w:val="00E374D0"/>
    <w:rsid w:val="00E4294C"/>
    <w:rsid w:val="00E44437"/>
    <w:rsid w:val="00E45C51"/>
    <w:rsid w:val="00E473F4"/>
    <w:rsid w:val="00E827FF"/>
    <w:rsid w:val="00E82B16"/>
    <w:rsid w:val="00E90F3D"/>
    <w:rsid w:val="00E95D39"/>
    <w:rsid w:val="00E97E70"/>
    <w:rsid w:val="00EA3F6C"/>
    <w:rsid w:val="00ED50D5"/>
    <w:rsid w:val="00ED5F73"/>
    <w:rsid w:val="00EE606B"/>
    <w:rsid w:val="00EF1EC7"/>
    <w:rsid w:val="00EF5E72"/>
    <w:rsid w:val="00EF6137"/>
    <w:rsid w:val="00F033D4"/>
    <w:rsid w:val="00F10002"/>
    <w:rsid w:val="00F126BE"/>
    <w:rsid w:val="00F17C67"/>
    <w:rsid w:val="00F266F0"/>
    <w:rsid w:val="00F43AA1"/>
    <w:rsid w:val="00F44ADF"/>
    <w:rsid w:val="00F47BE7"/>
    <w:rsid w:val="00F626D6"/>
    <w:rsid w:val="00F63072"/>
    <w:rsid w:val="00F65CBD"/>
    <w:rsid w:val="00F66B6E"/>
    <w:rsid w:val="00F77AF9"/>
    <w:rsid w:val="00F820D0"/>
    <w:rsid w:val="00F8698D"/>
    <w:rsid w:val="00F86B70"/>
    <w:rsid w:val="00FA0375"/>
    <w:rsid w:val="00FA43D0"/>
    <w:rsid w:val="00FC1267"/>
    <w:rsid w:val="00FD08EF"/>
    <w:rsid w:val="00FD1780"/>
    <w:rsid w:val="00FD553A"/>
    <w:rsid w:val="00FD7AA0"/>
    <w:rsid w:val="00FE1EC6"/>
    <w:rsid w:val="00FE78E6"/>
    <w:rsid w:val="00FF42BC"/>
    <w:rsid w:val="00FF6975"/>
    <w:rsid w:val="031209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923D46"/>
  <w15:docId w15:val="{7D17490E-1AB8-448D-B4BF-5CB440D7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C12"/>
    <w:pPr>
      <w:keepNext/>
      <w:keepLines/>
      <w:spacing w:after="0" w:line="260" w:lineRule="atLeast"/>
      <w:jc w:val="both"/>
    </w:pPr>
    <w:rPr>
      <w:rFonts w:ascii="Verdana" w:hAnsi="Verdana"/>
      <w:color w:val="41464B" w:themeColor="accent1"/>
      <w:sz w:val="20"/>
      <w:szCs w:val="20"/>
    </w:rPr>
  </w:style>
  <w:style w:type="paragraph" w:styleId="Titre1">
    <w:name w:val="heading 1"/>
    <w:aliases w:val="T1"/>
    <w:basedOn w:val="Normal"/>
    <w:next w:val="Normal"/>
    <w:link w:val="Titre1Car"/>
    <w:qFormat/>
    <w:rsid w:val="00383B26"/>
    <w:pPr>
      <w:numPr>
        <w:numId w:val="6"/>
      </w:numPr>
      <w:tabs>
        <w:tab w:val="left" w:pos="567"/>
      </w:tabs>
      <w:spacing w:after="500" w:line="216" w:lineRule="auto"/>
      <w:ind w:left="567" w:hanging="567"/>
      <w:jc w:val="left"/>
      <w:outlineLvl w:val="0"/>
    </w:pPr>
    <w:rPr>
      <w:rFonts w:eastAsiaTheme="majorEastAsia" w:cstheme="majorBidi"/>
      <w:b/>
      <w:bCs/>
      <w:color w:val="921F46" w:themeColor="text2"/>
      <w:sz w:val="32"/>
      <w:szCs w:val="32"/>
    </w:rPr>
  </w:style>
  <w:style w:type="paragraph" w:styleId="Titre2">
    <w:name w:val="heading 2"/>
    <w:aliases w:val="T2"/>
    <w:basedOn w:val="Normal"/>
    <w:next w:val="Normal"/>
    <w:link w:val="Titre2Car"/>
    <w:unhideWhenUsed/>
    <w:qFormat/>
    <w:rsid w:val="00383B26"/>
    <w:pPr>
      <w:numPr>
        <w:ilvl w:val="1"/>
        <w:numId w:val="6"/>
      </w:numPr>
      <w:tabs>
        <w:tab w:val="left" w:pos="794"/>
      </w:tabs>
      <w:spacing w:before="300" w:after="300" w:line="240" w:lineRule="auto"/>
      <w:ind w:left="737" w:hanging="737"/>
      <w:outlineLvl w:val="1"/>
    </w:pPr>
    <w:rPr>
      <w:rFonts w:eastAsiaTheme="majorEastAsia" w:cstheme="majorBidi"/>
      <w:b/>
      <w:bCs/>
      <w:caps/>
      <w:color w:val="921F46" w:themeColor="text2"/>
    </w:rPr>
  </w:style>
  <w:style w:type="paragraph" w:styleId="Titre3">
    <w:name w:val="heading 3"/>
    <w:basedOn w:val="Normal"/>
    <w:next w:val="Normal"/>
    <w:link w:val="Titre3Car"/>
    <w:unhideWhenUsed/>
    <w:qFormat/>
    <w:rsid w:val="00383B26"/>
    <w:pPr>
      <w:numPr>
        <w:ilvl w:val="2"/>
        <w:numId w:val="6"/>
      </w:numPr>
      <w:tabs>
        <w:tab w:val="left" w:pos="1077"/>
      </w:tabs>
      <w:spacing w:after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3B26"/>
    <w:pPr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nhideWhenUsed/>
    <w:qFormat/>
    <w:rsid w:val="00383B26"/>
    <w:pPr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02225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383B26"/>
    <w:pPr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02225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383B26"/>
    <w:pPr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383B26"/>
    <w:pPr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rsid w:val="00383B26"/>
    <w:pPr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"/>
    <w:basedOn w:val="Policepardfaut"/>
    <w:link w:val="Titre1"/>
    <w:rsid w:val="00383B26"/>
    <w:rPr>
      <w:rFonts w:ascii="Verdana" w:eastAsiaTheme="majorEastAsia" w:hAnsi="Verdana" w:cstheme="majorBidi"/>
      <w:b/>
      <w:bCs/>
      <w:color w:val="921F46" w:themeColor="text2"/>
      <w:sz w:val="32"/>
      <w:szCs w:val="32"/>
    </w:rPr>
  </w:style>
  <w:style w:type="character" w:customStyle="1" w:styleId="Titre2Car">
    <w:name w:val="Titre 2 Car"/>
    <w:aliases w:val="T2 Car"/>
    <w:basedOn w:val="Policepardfaut"/>
    <w:link w:val="Titre2"/>
    <w:rsid w:val="00383B26"/>
    <w:rPr>
      <w:rFonts w:ascii="Verdana" w:eastAsiaTheme="majorEastAsia" w:hAnsi="Verdana" w:cstheme="majorBidi"/>
      <w:b/>
      <w:bCs/>
      <w:caps/>
      <w:color w:val="921F46" w:themeColor="text2"/>
      <w:sz w:val="20"/>
      <w:szCs w:val="20"/>
    </w:rPr>
  </w:style>
  <w:style w:type="character" w:customStyle="1" w:styleId="Titre3Car">
    <w:name w:val="Titre 3 Car"/>
    <w:basedOn w:val="Policepardfaut"/>
    <w:link w:val="Titre3"/>
    <w:rsid w:val="00383B26"/>
    <w:rPr>
      <w:rFonts w:ascii="Verdana" w:eastAsiaTheme="majorEastAsia" w:hAnsi="Verdana" w:cstheme="majorBidi"/>
      <w:b/>
      <w:bCs/>
      <w:color w:val="41464B" w:themeColor="accent1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383B26"/>
    <w:rPr>
      <w:rFonts w:asciiTheme="majorHAnsi" w:eastAsiaTheme="majorEastAsia" w:hAnsiTheme="majorHAnsi" w:cstheme="majorBidi"/>
      <w:b/>
      <w:bCs/>
      <w:i/>
      <w:iCs/>
      <w:color w:val="41464B" w:themeColor="accent1"/>
      <w:sz w:val="20"/>
      <w:szCs w:val="20"/>
    </w:rPr>
  </w:style>
  <w:style w:type="character" w:customStyle="1" w:styleId="Titre5Car">
    <w:name w:val="Titre 5 Car"/>
    <w:basedOn w:val="Policepardfaut"/>
    <w:link w:val="Titre5"/>
    <w:rsid w:val="00383B26"/>
    <w:rPr>
      <w:rFonts w:asciiTheme="majorHAnsi" w:eastAsiaTheme="majorEastAsia" w:hAnsiTheme="majorHAnsi" w:cstheme="majorBidi"/>
      <w:color w:val="202225" w:themeColor="accent1" w:themeShade="7F"/>
      <w:sz w:val="20"/>
      <w:szCs w:val="20"/>
    </w:rPr>
  </w:style>
  <w:style w:type="character" w:customStyle="1" w:styleId="Titre6Car">
    <w:name w:val="Titre 6 Car"/>
    <w:basedOn w:val="Policepardfaut"/>
    <w:link w:val="Titre6"/>
    <w:rsid w:val="00383B26"/>
    <w:rPr>
      <w:rFonts w:asciiTheme="majorHAnsi" w:eastAsiaTheme="majorEastAsia" w:hAnsiTheme="majorHAnsi" w:cstheme="majorBidi"/>
      <w:i/>
      <w:iCs/>
      <w:color w:val="202225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rsid w:val="00383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rsid w:val="00383B2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383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uvsous-titre">
    <w:name w:val="Couv : sous-titre"/>
    <w:next w:val="Normal"/>
    <w:qFormat/>
    <w:rsid w:val="00F17C67"/>
    <w:pPr>
      <w:spacing w:before="454" w:after="0" w:line="400" w:lineRule="atLeast"/>
    </w:pPr>
    <w:rPr>
      <w:rFonts w:ascii="Verdana" w:hAnsi="Verdana"/>
      <w:color w:val="41464B"/>
      <w:sz w:val="36"/>
      <w:szCs w:val="36"/>
    </w:rPr>
  </w:style>
  <w:style w:type="paragraph" w:customStyle="1" w:styleId="Couvtitre">
    <w:name w:val="Couv : titre"/>
    <w:next w:val="Normal"/>
    <w:qFormat/>
    <w:rsid w:val="00461A8F"/>
    <w:pPr>
      <w:spacing w:before="720" w:after="0" w:line="520" w:lineRule="atLeast"/>
    </w:pPr>
    <w:rPr>
      <w:rFonts w:ascii="Verdana" w:hAnsi="Verdana"/>
      <w:b/>
      <w:bCs/>
      <w:color w:val="41464B"/>
      <w:sz w:val="48"/>
      <w:szCs w:val="48"/>
    </w:rPr>
  </w:style>
  <w:style w:type="paragraph" w:customStyle="1" w:styleId="Chap">
    <w:name w:val="Chapô"/>
    <w:next w:val="Normal"/>
    <w:qFormat/>
    <w:rsid w:val="002D08F5"/>
    <w:pPr>
      <w:spacing w:after="260" w:line="320" w:lineRule="atLeast"/>
    </w:pPr>
    <w:rPr>
      <w:rFonts w:ascii="Verdana" w:hAnsi="Verdana"/>
      <w:color w:val="921F46"/>
      <w:sz w:val="26"/>
      <w:szCs w:val="26"/>
    </w:rPr>
  </w:style>
  <w:style w:type="paragraph" w:customStyle="1" w:styleId="Lgendephoto">
    <w:name w:val="Légende photo"/>
    <w:next w:val="Normal"/>
    <w:qFormat/>
    <w:rsid w:val="00D30408"/>
    <w:pPr>
      <w:tabs>
        <w:tab w:val="left" w:pos="170"/>
      </w:tabs>
      <w:spacing w:before="120" w:after="600"/>
    </w:pPr>
    <w:rPr>
      <w:rFonts w:ascii="Verdana" w:hAnsi="Verdana"/>
      <w:i/>
      <w:color w:val="41464B"/>
      <w:sz w:val="16"/>
      <w:szCs w:val="16"/>
    </w:rPr>
  </w:style>
  <w:style w:type="paragraph" w:customStyle="1" w:styleId="Puce1">
    <w:name w:val="Puce 1"/>
    <w:next w:val="Normal"/>
    <w:qFormat/>
    <w:rsid w:val="005A0974"/>
    <w:pPr>
      <w:numPr>
        <w:numId w:val="1"/>
      </w:numPr>
      <w:tabs>
        <w:tab w:val="left" w:pos="454"/>
      </w:tabs>
      <w:spacing w:after="113" w:line="260" w:lineRule="atLeast"/>
      <w:jc w:val="both"/>
    </w:pPr>
    <w:rPr>
      <w:rFonts w:ascii="Verdana" w:hAnsi="Verdana"/>
      <w:color w:val="41464B"/>
      <w:sz w:val="20"/>
      <w:szCs w:val="20"/>
    </w:rPr>
  </w:style>
  <w:style w:type="paragraph" w:customStyle="1" w:styleId="Puce2">
    <w:name w:val="Puce 2"/>
    <w:next w:val="Normal"/>
    <w:qFormat/>
    <w:rsid w:val="005A0974"/>
    <w:pPr>
      <w:numPr>
        <w:numId w:val="2"/>
      </w:numPr>
      <w:tabs>
        <w:tab w:val="left" w:pos="340"/>
      </w:tabs>
      <w:spacing w:after="113" w:line="260" w:lineRule="atLeast"/>
      <w:ind w:left="624" w:hanging="170"/>
      <w:jc w:val="both"/>
    </w:pPr>
    <w:rPr>
      <w:rFonts w:ascii="Verdana" w:hAnsi="Verdana"/>
      <w:color w:val="41464B"/>
      <w:sz w:val="20"/>
      <w:szCs w:val="20"/>
    </w:rPr>
  </w:style>
  <w:style w:type="paragraph" w:customStyle="1" w:styleId="Puce3">
    <w:name w:val="Puce 3"/>
    <w:next w:val="Normal"/>
    <w:qFormat/>
    <w:rsid w:val="005A0974"/>
    <w:pPr>
      <w:numPr>
        <w:numId w:val="3"/>
      </w:numPr>
      <w:tabs>
        <w:tab w:val="left" w:pos="629"/>
      </w:tabs>
      <w:spacing w:after="113" w:line="260" w:lineRule="atLeast"/>
      <w:ind w:left="646" w:hanging="170"/>
      <w:jc w:val="both"/>
    </w:pPr>
    <w:rPr>
      <w:rFonts w:ascii="Verdana" w:hAnsi="Verdana"/>
      <w:color w:val="41464B"/>
      <w:sz w:val="20"/>
      <w:szCs w:val="20"/>
    </w:rPr>
  </w:style>
  <w:style w:type="paragraph" w:customStyle="1" w:styleId="Textecourant">
    <w:name w:val="Texte courant"/>
    <w:next w:val="Normal"/>
    <w:qFormat/>
    <w:rsid w:val="00C54454"/>
    <w:pPr>
      <w:keepNext/>
      <w:keepLines/>
      <w:spacing w:after="260" w:line="260" w:lineRule="atLeast"/>
      <w:jc w:val="both"/>
    </w:pPr>
    <w:rPr>
      <w:rFonts w:ascii="Verdana" w:hAnsi="Verdana"/>
      <w:color w:val="41464B" w:themeColor="accent1"/>
      <w:sz w:val="20"/>
      <w:szCs w:val="20"/>
    </w:rPr>
  </w:style>
  <w:style w:type="paragraph" w:styleId="Tabledesillustrations">
    <w:name w:val="table of figures"/>
    <w:basedOn w:val="Normal"/>
    <w:next w:val="Normal"/>
    <w:uiPriority w:val="99"/>
    <w:unhideWhenUsed/>
    <w:rsid w:val="00B40EF7"/>
    <w:pPr>
      <w:tabs>
        <w:tab w:val="right" w:leader="dot" w:pos="9639"/>
      </w:tabs>
      <w:ind w:left="400" w:hanging="400"/>
    </w:pPr>
  </w:style>
  <w:style w:type="paragraph" w:customStyle="1" w:styleId="TableauTexte">
    <w:name w:val="Tableau Texte"/>
    <w:next w:val="Normal"/>
    <w:qFormat/>
    <w:rsid w:val="0033178D"/>
    <w:pPr>
      <w:spacing w:after="0"/>
    </w:pPr>
    <w:rPr>
      <w:rFonts w:ascii="Verdana" w:hAnsi="Verdana"/>
      <w:color w:val="41464B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A7AE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A7AE6"/>
  </w:style>
  <w:style w:type="paragraph" w:styleId="Pieddepage">
    <w:name w:val="footer"/>
    <w:basedOn w:val="Normal"/>
    <w:link w:val="PieddepageCar"/>
    <w:uiPriority w:val="99"/>
    <w:unhideWhenUsed/>
    <w:rsid w:val="00AA7AE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7AE6"/>
  </w:style>
  <w:style w:type="table" w:styleId="Grilledutableau">
    <w:name w:val="Table Grid"/>
    <w:basedOn w:val="TableauNormal"/>
    <w:uiPriority w:val="59"/>
    <w:rsid w:val="00EF613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5A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5A46"/>
    <w:rPr>
      <w:rFonts w:ascii="Lucida Grande" w:hAnsi="Lucida Grande" w:cs="Lucida Grande"/>
      <w:color w:val="41464B" w:themeColor="accent1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4A4AD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CouvObjettechnique">
    <w:name w:val="Couv : Objet technique"/>
    <w:next w:val="Normal"/>
    <w:qFormat/>
    <w:rsid w:val="00B60364"/>
    <w:pPr>
      <w:spacing w:after="0" w:line="600" w:lineRule="atLeast"/>
      <w:ind w:right="624"/>
      <w:jc w:val="right"/>
    </w:pPr>
    <w:rPr>
      <w:rFonts w:ascii="Verdana" w:hAnsi="Verdana"/>
      <w:caps/>
      <w:color w:val="FFFFFF" w:themeColor="background1"/>
      <w:sz w:val="44"/>
      <w:szCs w:val="44"/>
    </w:rPr>
  </w:style>
  <w:style w:type="paragraph" w:customStyle="1" w:styleId="CouvTypedocument">
    <w:name w:val="Couv : Type document"/>
    <w:next w:val="Normal"/>
    <w:qFormat/>
    <w:rsid w:val="003944F1"/>
    <w:pPr>
      <w:spacing w:after="0" w:line="580" w:lineRule="atLeast"/>
      <w:ind w:right="624"/>
      <w:jc w:val="right"/>
    </w:pPr>
    <w:rPr>
      <w:rFonts w:ascii="Verdana" w:hAnsi="Verdana"/>
      <w:caps/>
      <w:color w:val="FFFFFF" w:themeColor="background1"/>
      <w:sz w:val="38"/>
      <w:szCs w:val="38"/>
    </w:rPr>
  </w:style>
  <w:style w:type="character" w:styleId="Numrodepage">
    <w:name w:val="page number"/>
    <w:basedOn w:val="Policepardfaut"/>
    <w:uiPriority w:val="99"/>
    <w:semiHidden/>
    <w:unhideWhenUsed/>
    <w:rsid w:val="00417BB6"/>
  </w:style>
  <w:style w:type="paragraph" w:customStyle="1" w:styleId="TexteIntroduction">
    <w:name w:val="Texte Introduction"/>
    <w:basedOn w:val="Normal"/>
    <w:next w:val="Normal"/>
    <w:qFormat/>
    <w:rsid w:val="00776E92"/>
    <w:pPr>
      <w:spacing w:after="280" w:line="280" w:lineRule="atLeast"/>
    </w:pPr>
    <w:rPr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3E4DFA"/>
    <w:pPr>
      <w:tabs>
        <w:tab w:val="right" w:leader="dot" w:pos="9639"/>
      </w:tabs>
      <w:spacing w:before="600" w:after="113" w:line="216" w:lineRule="auto"/>
    </w:pPr>
    <w:rPr>
      <w:b/>
      <w:color w:val="921F46"/>
      <w:sz w:val="26"/>
      <w:szCs w:val="26"/>
    </w:rPr>
  </w:style>
  <w:style w:type="paragraph" w:styleId="TM3">
    <w:name w:val="toc 3"/>
    <w:basedOn w:val="Normal"/>
    <w:next w:val="Normal"/>
    <w:autoRedefine/>
    <w:uiPriority w:val="39"/>
    <w:unhideWhenUsed/>
    <w:rsid w:val="000D7A46"/>
    <w:pPr>
      <w:tabs>
        <w:tab w:val="right" w:leader="dot" w:pos="9639"/>
      </w:tabs>
      <w:spacing w:before="113"/>
      <w:ind w:left="567"/>
    </w:pPr>
    <w:rPr>
      <w:color w:val="41464B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7A56FA"/>
    <w:pPr>
      <w:tabs>
        <w:tab w:val="right" w:leader="dot" w:pos="9639"/>
      </w:tabs>
      <w:ind w:left="567"/>
    </w:pPr>
    <w:rPr>
      <w:color w:val="41464B"/>
      <w:szCs w:val="24"/>
    </w:rPr>
  </w:style>
  <w:style w:type="character" w:customStyle="1" w:styleId="Rouge">
    <w:name w:val="Rouge"/>
    <w:basedOn w:val="Policepardfaut"/>
    <w:uiPriority w:val="1"/>
    <w:qFormat/>
    <w:rsid w:val="00A80B9C"/>
    <w:rPr>
      <w:b/>
      <w:bCs/>
      <w:color w:val="921F46"/>
    </w:rPr>
  </w:style>
  <w:style w:type="paragraph" w:styleId="TM1">
    <w:name w:val="toc 1"/>
    <w:basedOn w:val="Normal"/>
    <w:next w:val="Normal"/>
    <w:autoRedefine/>
    <w:uiPriority w:val="39"/>
    <w:unhideWhenUsed/>
    <w:rsid w:val="003E4DFA"/>
    <w:pPr>
      <w:tabs>
        <w:tab w:val="right" w:leader="dot" w:pos="9639"/>
      </w:tabs>
      <w:spacing w:before="600" w:after="100"/>
    </w:pPr>
    <w:rPr>
      <w:b/>
      <w:bCs/>
      <w:color w:val="921F46" w:themeColor="text2"/>
      <w:sz w:val="26"/>
      <w:szCs w:val="26"/>
    </w:rPr>
  </w:style>
  <w:style w:type="paragraph" w:customStyle="1" w:styleId="Note">
    <w:name w:val="Note"/>
    <w:next w:val="Normal"/>
    <w:link w:val="NoteCar"/>
    <w:qFormat/>
    <w:rsid w:val="00A80B9C"/>
    <w:pPr>
      <w:spacing w:after="113" w:line="220" w:lineRule="atLeast"/>
      <w:jc w:val="both"/>
    </w:pPr>
    <w:rPr>
      <w:rFonts w:ascii="Verdana" w:hAnsi="Verdana"/>
      <w:color w:val="41464B"/>
      <w:sz w:val="16"/>
      <w:szCs w:val="16"/>
    </w:rPr>
  </w:style>
  <w:style w:type="character" w:customStyle="1" w:styleId="NoteCar">
    <w:name w:val="Note Car"/>
    <w:basedOn w:val="Policepardfaut"/>
    <w:link w:val="Note"/>
    <w:rsid w:val="00A80B9C"/>
    <w:rPr>
      <w:rFonts w:ascii="Verdana" w:hAnsi="Verdana"/>
      <w:color w:val="41464B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3E4DFA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3E4DFA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3E4DFA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3E4DFA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3E4DFA"/>
    <w:pPr>
      <w:ind w:left="1600"/>
    </w:pPr>
  </w:style>
  <w:style w:type="paragraph" w:customStyle="1" w:styleId="INTRODUCTION">
    <w:name w:val="INTRODUCTION"/>
    <w:link w:val="INTRODUCTIONCar"/>
    <w:qFormat/>
    <w:rsid w:val="000E089C"/>
    <w:pPr>
      <w:spacing w:after="600" w:line="400" w:lineRule="atLeast"/>
    </w:pPr>
    <w:rPr>
      <w:rFonts w:ascii="Verdana" w:hAnsi="Verdana" w:cs="Verdana"/>
      <w:b/>
      <w:bCs/>
      <w:caps/>
      <w:color w:val="921F46" w:themeColor="text2"/>
      <w:sz w:val="32"/>
      <w:szCs w:val="32"/>
    </w:rPr>
  </w:style>
  <w:style w:type="character" w:customStyle="1" w:styleId="INTRODUCTIONCar">
    <w:name w:val="INTRODUCTION Car"/>
    <w:basedOn w:val="Policepardfaut"/>
    <w:link w:val="INTRODUCTION"/>
    <w:rsid w:val="000E089C"/>
    <w:rPr>
      <w:rFonts w:ascii="Verdana" w:hAnsi="Verdana" w:cs="Verdana"/>
      <w:b/>
      <w:bCs/>
      <w:caps/>
      <w:color w:val="921F46" w:themeColor="text2"/>
      <w:sz w:val="32"/>
      <w:szCs w:val="32"/>
    </w:rPr>
  </w:style>
  <w:style w:type="table" w:customStyle="1" w:styleId="TableauSGPbdx">
    <w:name w:val="Tableau SGP bdx"/>
    <w:basedOn w:val="TableauNormal"/>
    <w:uiPriority w:val="99"/>
    <w:rsid w:val="000219D0"/>
    <w:pPr>
      <w:spacing w:after="0"/>
    </w:pPr>
    <w:rPr>
      <w:rFonts w:ascii="Verdana" w:hAnsi="Verdana"/>
      <w:color w:val="41464B" w:themeColor="accent1"/>
      <w:sz w:val="20"/>
      <w:szCs w:val="20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921F46" w:themeFill="text2"/>
      </w:tcPr>
    </w:tblStylePr>
    <w:tblStylePr w:type="firstCol">
      <w:rPr>
        <w:rFonts w:ascii="Verdana" w:hAnsi="Verdana"/>
        <w:b/>
        <w:bCs/>
        <w:i w:val="0"/>
        <w:iCs w:val="0"/>
        <w:color w:val="41464B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  <w:style w:type="paragraph" w:customStyle="1" w:styleId="Titredutableau">
    <w:name w:val="Titre du tableau"/>
    <w:next w:val="Normal"/>
    <w:qFormat/>
    <w:rsid w:val="00BE02EA"/>
    <w:pPr>
      <w:jc w:val="center"/>
    </w:pPr>
    <w:rPr>
      <w:rFonts w:ascii="Verdana" w:hAnsi="Verdana"/>
      <w:b/>
      <w:bCs/>
      <w:color w:val="41464B" w:themeColor="accent1"/>
      <w:sz w:val="22"/>
      <w:szCs w:val="20"/>
    </w:rPr>
  </w:style>
  <w:style w:type="paragraph" w:customStyle="1" w:styleId="CouvUNITSDIRECTIONS">
    <w:name w:val="Couv : UNITÉS/DIRECTIONS"/>
    <w:next w:val="Normal"/>
    <w:qFormat/>
    <w:rsid w:val="004E0BE4"/>
    <w:pPr>
      <w:spacing w:after="0" w:line="216" w:lineRule="auto"/>
    </w:pPr>
    <w:rPr>
      <w:rFonts w:ascii="Verdana" w:hAnsi="Verdana"/>
      <w:caps/>
      <w:color w:val="41464B"/>
      <w:spacing w:val="-10"/>
      <w:sz w:val="18"/>
      <w:szCs w:val="18"/>
    </w:rPr>
  </w:style>
  <w:style w:type="paragraph" w:customStyle="1" w:styleId="Annexe">
    <w:name w:val="Annexe"/>
    <w:next w:val="Normal"/>
    <w:qFormat/>
    <w:rsid w:val="00C201A1"/>
    <w:pPr>
      <w:spacing w:after="500" w:line="216" w:lineRule="auto"/>
    </w:pPr>
    <w:rPr>
      <w:rFonts w:ascii="Verdana" w:hAnsi="Verdana"/>
      <w:b/>
      <w:bCs/>
      <w:color w:val="921F46"/>
      <w:sz w:val="32"/>
      <w:szCs w:val="32"/>
    </w:rPr>
  </w:style>
  <w:style w:type="paragraph" w:customStyle="1" w:styleId="Pucealpha1">
    <w:name w:val="Puce alpha 1"/>
    <w:next w:val="Normal"/>
    <w:qFormat/>
    <w:rsid w:val="00FD7AA0"/>
    <w:pPr>
      <w:numPr>
        <w:numId w:val="5"/>
      </w:numPr>
      <w:tabs>
        <w:tab w:val="left" w:pos="641"/>
      </w:tabs>
      <w:spacing w:after="113" w:line="260" w:lineRule="atLeast"/>
      <w:ind w:left="646" w:hanging="323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2">
    <w:name w:val="Puce alpha 2"/>
    <w:next w:val="Normal"/>
    <w:qFormat/>
    <w:rsid w:val="005C5493"/>
    <w:pPr>
      <w:numPr>
        <w:ilvl w:val="1"/>
        <w:numId w:val="5"/>
      </w:numPr>
      <w:tabs>
        <w:tab w:val="left" w:pos="1321"/>
      </w:tabs>
      <w:spacing w:after="113" w:line="260" w:lineRule="atLeast"/>
      <w:ind w:left="1316" w:hanging="658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3">
    <w:name w:val="Puce alpha 3"/>
    <w:next w:val="Normal"/>
    <w:qFormat/>
    <w:rsid w:val="00D56BA6"/>
    <w:pPr>
      <w:numPr>
        <w:ilvl w:val="2"/>
        <w:numId w:val="5"/>
      </w:numPr>
      <w:tabs>
        <w:tab w:val="left" w:pos="1565"/>
      </w:tabs>
      <w:spacing w:after="113" w:line="260" w:lineRule="atLeast"/>
      <w:ind w:left="1565" w:hanging="879"/>
    </w:pPr>
    <w:rPr>
      <w:rFonts w:ascii="Verdana" w:hAnsi="Verdana"/>
      <w:color w:val="41464B" w:themeColor="accent1"/>
      <w:sz w:val="20"/>
      <w:szCs w:val="20"/>
    </w:rPr>
  </w:style>
  <w:style w:type="paragraph" w:customStyle="1" w:styleId="CodeGED">
    <w:name w:val="Code GED"/>
    <w:basedOn w:val="Normal"/>
    <w:next w:val="Normal"/>
    <w:qFormat/>
    <w:rsid w:val="00E4294C"/>
    <w:pPr>
      <w:spacing w:line="240" w:lineRule="atLeast"/>
    </w:pPr>
    <w:rPr>
      <w:b/>
      <w:sz w:val="16"/>
      <w:szCs w:val="16"/>
    </w:rPr>
  </w:style>
  <w:style w:type="paragraph" w:customStyle="1" w:styleId="Nomdufichier">
    <w:name w:val="Nom du fichier"/>
    <w:basedOn w:val="Normal"/>
    <w:next w:val="Normal"/>
    <w:qFormat/>
    <w:rsid w:val="00E4294C"/>
    <w:pPr>
      <w:spacing w:after="120" w:line="240" w:lineRule="atLeast"/>
    </w:pPr>
    <w:rPr>
      <w:b/>
      <w:sz w:val="16"/>
      <w:szCs w:val="16"/>
    </w:rPr>
  </w:style>
  <w:style w:type="paragraph" w:customStyle="1" w:styleId="NumroConfidentialit">
    <w:name w:val="Numéro Confidentialité"/>
    <w:basedOn w:val="Normal"/>
    <w:next w:val="Normal"/>
    <w:qFormat/>
    <w:rsid w:val="008E6BF2"/>
    <w:pPr>
      <w:tabs>
        <w:tab w:val="center" w:pos="4703"/>
        <w:tab w:val="right" w:pos="9406"/>
      </w:tabs>
      <w:ind w:left="2552"/>
    </w:pPr>
    <w:rPr>
      <w:b/>
      <w:bCs/>
      <w:color w:val="FFFFFF" w:themeColor="background1"/>
      <w:position w:val="10"/>
      <w:sz w:val="28"/>
      <w:szCs w:val="28"/>
      <w:shd w:val="clear" w:color="auto" w:fill="888F98" w:themeFill="accent1" w:themeFillTint="99"/>
    </w:rPr>
  </w:style>
  <w:style w:type="paragraph" w:styleId="Corpsdetexte">
    <w:name w:val="Body Text"/>
    <w:basedOn w:val="Normal"/>
    <w:link w:val="CorpsdetexteCar"/>
    <w:rsid w:val="003C50ED"/>
    <w:pPr>
      <w:keepNext w:val="0"/>
      <w:keepLines w:val="0"/>
      <w:spacing w:after="120" w:line="240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50ED"/>
    <w:rPr>
      <w:rFonts w:ascii="Arial" w:eastAsia="Times New Roman" w:hAnsi="Arial" w:cs="Arial"/>
      <w:sz w:val="22"/>
      <w:szCs w:val="22"/>
      <w:lang w:eastAsia="fr-FR"/>
    </w:rPr>
  </w:style>
  <w:style w:type="paragraph" w:styleId="Rvision">
    <w:name w:val="Revision"/>
    <w:hidden/>
    <w:uiPriority w:val="99"/>
    <w:semiHidden/>
    <w:rsid w:val="004D0008"/>
    <w:pPr>
      <w:spacing w:after="0"/>
    </w:pPr>
    <w:rPr>
      <w:rFonts w:ascii="Verdana" w:hAnsi="Verdana"/>
      <w:color w:val="41464B" w:themeColor="accent1"/>
      <w:sz w:val="20"/>
      <w:szCs w:val="20"/>
    </w:rPr>
  </w:style>
  <w:style w:type="paragraph" w:customStyle="1" w:styleId="CorpsdeTexte0">
    <w:name w:val="Corps de Texte"/>
    <w:basedOn w:val="Normal"/>
    <w:rsid w:val="00F63072"/>
    <w:pPr>
      <w:keepNext w:val="0"/>
      <w:keepLines w:val="0"/>
      <w:spacing w:before="120" w:line="252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paragraph" w:customStyle="1" w:styleId="Retrait1">
    <w:name w:val="Retrait 1"/>
    <w:basedOn w:val="CorpsdeTexte0"/>
    <w:rsid w:val="00F63072"/>
    <w:pPr>
      <w:numPr>
        <w:numId w:val="7"/>
      </w:numPr>
      <w:spacing w:line="240" w:lineRule="auto"/>
    </w:pPr>
    <w:rPr>
      <w:color w:val="000000"/>
    </w:rPr>
  </w:style>
  <w:style w:type="paragraph" w:customStyle="1" w:styleId="Retrait2">
    <w:name w:val="Retrait 2"/>
    <w:basedOn w:val="Retrait1"/>
    <w:next w:val="CorpsdeTexte0"/>
    <w:rsid w:val="00F63072"/>
    <w:pPr>
      <w:numPr>
        <w:numId w:val="11"/>
      </w:numPr>
    </w:pPr>
  </w:style>
  <w:style w:type="paragraph" w:customStyle="1" w:styleId="Retrait3">
    <w:name w:val="Retrait 3"/>
    <w:basedOn w:val="Normal"/>
    <w:next w:val="Normal"/>
    <w:rsid w:val="00F63072"/>
    <w:pPr>
      <w:keepNext w:val="0"/>
      <w:keepLines w:val="0"/>
      <w:numPr>
        <w:numId w:val="4"/>
      </w:numPr>
      <w:spacing w:before="120" w:line="240" w:lineRule="atLeast"/>
      <w:ind w:left="1418" w:hanging="284"/>
    </w:pPr>
    <w:rPr>
      <w:rFonts w:ascii="Arial" w:eastAsia="Times New Roman" w:hAnsi="Arial" w:cs="Arial"/>
      <w:noProof/>
      <w:color w:val="auto"/>
      <w:sz w:val="22"/>
      <w:szCs w:val="22"/>
      <w:lang w:eastAsia="fr-FR"/>
    </w:rPr>
  </w:style>
  <w:style w:type="paragraph" w:customStyle="1" w:styleId="Stylea">
    <w:name w:val="Style a)"/>
    <w:basedOn w:val="Normal"/>
    <w:rsid w:val="00F63072"/>
    <w:pPr>
      <w:keepNext w:val="0"/>
      <w:keepLines w:val="0"/>
      <w:numPr>
        <w:numId w:val="8"/>
      </w:numPr>
      <w:spacing w:before="120" w:line="240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paragraph" w:customStyle="1" w:styleId="Retrait1dcal">
    <w:name w:val="Retrait 1 décalé"/>
    <w:basedOn w:val="Retrait1"/>
    <w:rsid w:val="00F63072"/>
    <w:pPr>
      <w:numPr>
        <w:numId w:val="0"/>
      </w:numPr>
      <w:tabs>
        <w:tab w:val="left" w:pos="709"/>
        <w:tab w:val="left" w:pos="5103"/>
      </w:tabs>
      <w:ind w:left="709"/>
    </w:pPr>
    <w:rPr>
      <w:spacing w:val="10"/>
    </w:rPr>
  </w:style>
  <w:style w:type="paragraph" w:customStyle="1" w:styleId="Style1">
    <w:name w:val="Style1"/>
    <w:basedOn w:val="CorpsdeTexte0"/>
    <w:autoRedefine/>
    <w:rsid w:val="00F63072"/>
    <w:pPr>
      <w:jc w:val="center"/>
    </w:pPr>
    <w:rPr>
      <w:rFonts w:ascii="Helvetica" w:hAnsi="Helvetica" w:cs="Helvetica"/>
      <w:b/>
      <w:bCs/>
      <w:i/>
      <w:iCs/>
      <w:u w:val="single"/>
    </w:rPr>
  </w:style>
  <w:style w:type="paragraph" w:customStyle="1" w:styleId="Style2">
    <w:name w:val="Style2"/>
    <w:basedOn w:val="Normal"/>
    <w:autoRedefine/>
    <w:rsid w:val="00F63072"/>
    <w:pPr>
      <w:keepNext w:val="0"/>
      <w:keepLines w:val="0"/>
      <w:spacing w:before="120" w:line="252" w:lineRule="auto"/>
      <w:ind w:left="709" w:hanging="709"/>
    </w:pPr>
    <w:rPr>
      <w:rFonts w:ascii="Arial" w:eastAsia="Times New Roman" w:hAnsi="Arial" w:cs="Arial"/>
      <w:bCs/>
      <w:iCs/>
      <w:color w:val="auto"/>
      <w:sz w:val="22"/>
      <w:szCs w:val="22"/>
      <w:lang w:eastAsia="fr-FR"/>
    </w:rPr>
  </w:style>
  <w:style w:type="paragraph" w:styleId="Liste">
    <w:name w:val="List"/>
    <w:uiPriority w:val="2"/>
    <w:unhideWhenUsed/>
    <w:qFormat/>
    <w:rsid w:val="00F63072"/>
    <w:pPr>
      <w:numPr>
        <w:numId w:val="12"/>
      </w:numPr>
      <w:tabs>
        <w:tab w:val="left" w:pos="567"/>
      </w:tabs>
      <w:spacing w:before="220" w:after="0"/>
      <w:ind w:left="737" w:firstLine="0"/>
      <w:contextualSpacing/>
      <w:jc w:val="both"/>
    </w:pPr>
    <w:rPr>
      <w:rFonts w:ascii="Calibri" w:eastAsia="SimSun" w:hAnsi="Calibri" w:cs="Times New Roman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F63072"/>
    <w:pPr>
      <w:keepNext w:val="0"/>
      <w:keepLines w:val="0"/>
      <w:autoSpaceDE w:val="0"/>
      <w:autoSpaceDN w:val="0"/>
      <w:adjustRightInd w:val="0"/>
      <w:spacing w:after="240" w:line="240" w:lineRule="auto"/>
      <w:ind w:left="720"/>
      <w:contextualSpacing/>
    </w:pPr>
    <w:rPr>
      <w:rFonts w:eastAsia="MS Mincho" w:cs="Verdana"/>
      <w:color w:val="auto"/>
    </w:rPr>
  </w:style>
  <w:style w:type="character" w:customStyle="1" w:styleId="ParagraphedelisteCar">
    <w:name w:val="Paragraphe de liste Car"/>
    <w:link w:val="Paragraphedeliste"/>
    <w:uiPriority w:val="34"/>
    <w:rsid w:val="00F63072"/>
    <w:rPr>
      <w:rFonts w:ascii="Verdana" w:eastAsia="MS Mincho" w:hAnsi="Verdana" w:cs="Verdana"/>
      <w:sz w:val="20"/>
      <w:szCs w:val="20"/>
    </w:rPr>
  </w:style>
  <w:style w:type="paragraph" w:customStyle="1" w:styleId="Titreannexe">
    <w:name w:val="Titre annexe"/>
    <w:basedOn w:val="Normal"/>
    <w:next w:val="Normal"/>
    <w:rsid w:val="009A4C98"/>
    <w:pPr>
      <w:keepNext w:val="0"/>
      <w:keepLines w:val="0"/>
      <w:spacing w:before="60" w:after="60" w:line="240" w:lineRule="auto"/>
      <w:jc w:val="center"/>
    </w:pPr>
    <w:rPr>
      <w:rFonts w:ascii="Arial" w:eastAsia="Times New Roman" w:hAnsi="Arial" w:cs="Arial"/>
      <w:b/>
      <w:bCs/>
      <w:caps/>
      <w:color w:val="auto"/>
      <w:sz w:val="22"/>
      <w:szCs w:val="22"/>
      <w:lang w:eastAsia="fr-FR"/>
    </w:rPr>
  </w:style>
  <w:style w:type="paragraph" w:customStyle="1" w:styleId="Texte">
    <w:name w:val="Texte"/>
    <w:basedOn w:val="Normal"/>
    <w:link w:val="TexteCar"/>
    <w:rsid w:val="009A4C98"/>
    <w:pPr>
      <w:keepNext w:val="0"/>
      <w:keepLines w:val="0"/>
      <w:spacing w:before="100" w:line="280" w:lineRule="exact"/>
      <w:ind w:firstLine="709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character" w:customStyle="1" w:styleId="TexteCar">
    <w:name w:val="Texte Car"/>
    <w:link w:val="Texte"/>
    <w:rsid w:val="009A4C98"/>
    <w:rPr>
      <w:rFonts w:ascii="Arial" w:eastAsia="Times New Roman" w:hAnsi="Arial" w:cs="Arial"/>
      <w:sz w:val="22"/>
      <w:szCs w:val="22"/>
      <w:lang w:eastAsia="fr-FR"/>
    </w:rPr>
  </w:style>
  <w:style w:type="paragraph" w:customStyle="1" w:styleId="Default">
    <w:name w:val="Default"/>
    <w:rsid w:val="00AA7E92"/>
    <w:pPr>
      <w:autoSpaceDE w:val="0"/>
      <w:autoSpaceDN w:val="0"/>
      <w:adjustRightInd w:val="0"/>
      <w:spacing w:after="0"/>
    </w:pPr>
    <w:rPr>
      <w:rFonts w:ascii="Verdana" w:eastAsia="Times New Roman" w:hAnsi="Verdana" w:cs="Verdana"/>
      <w:color w:val="00000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562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562A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6562A6"/>
    <w:rPr>
      <w:rFonts w:ascii="Verdana" w:hAnsi="Verdana"/>
      <w:color w:val="41464B" w:themeColor="accen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62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62A6"/>
    <w:rPr>
      <w:rFonts w:ascii="Verdana" w:hAnsi="Verdana"/>
      <w:b/>
      <w:bCs/>
      <w:color w:val="41464B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Espace_Travail_Perso\CAZENEUVE%20Pascal\DCE_R&#233;f&#233;rence\Modele%20Bordeaux.dotx" TargetMode="External"/></Relationships>
</file>

<file path=word/theme/theme1.xml><?xml version="1.0" encoding="utf-8"?>
<a:theme xmlns:a="http://schemas.openxmlformats.org/drawingml/2006/main" name="SGP Extranet OK">
  <a:themeElements>
    <a:clrScheme name="SGP Extranet OK">
      <a:dk1>
        <a:sysClr val="windowText" lastClr="000000"/>
      </a:dk1>
      <a:lt1>
        <a:sysClr val="window" lastClr="FFFFFF"/>
      </a:lt1>
      <a:dk2>
        <a:srgbClr val="921F46"/>
      </a:dk2>
      <a:lt2>
        <a:srgbClr val="DEBBC7"/>
      </a:lt2>
      <a:accent1>
        <a:srgbClr val="41464B"/>
      </a:accent1>
      <a:accent2>
        <a:srgbClr val="E6E6E3"/>
      </a:accent2>
      <a:accent3>
        <a:srgbClr val="62B576"/>
      </a:accent3>
      <a:accent4>
        <a:srgbClr val="C00418"/>
      </a:accent4>
      <a:accent5>
        <a:srgbClr val="77709F"/>
      </a:accent5>
      <a:accent6>
        <a:srgbClr val="E75113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569B00-4AFF-4036-9DFA-4AE66BD066F5}">
  <ds:schemaRefs>
    <ds:schemaRef ds:uri="http://schemas.microsoft.com/office/2006/metadata/properties"/>
    <ds:schemaRef ds:uri="http://schemas.microsoft.com/office/infopath/2007/PartnerControls"/>
    <ds:schemaRef ds:uri="5114761b-fdc8-4635-9a0a-3eb103eb6c66"/>
    <ds:schemaRef ds:uri="633c4bbb-4abb-4318-892e-0c6f363c1b78"/>
  </ds:schemaRefs>
</ds:datastoreItem>
</file>

<file path=customXml/itemProps2.xml><?xml version="1.0" encoding="utf-8"?>
<ds:datastoreItem xmlns:ds="http://schemas.openxmlformats.org/officeDocument/2006/customXml" ds:itemID="{B340AF9A-880F-4E5B-909A-67D2D41A2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6D9D7-AE9A-4B5D-8BA4-35AB5623566C}"/>
</file>

<file path=docProps/app.xml><?xml version="1.0" encoding="utf-8"?>
<Properties xmlns="http://schemas.openxmlformats.org/officeDocument/2006/extended-properties" xmlns:vt="http://schemas.openxmlformats.org/officeDocument/2006/docPropsVTypes">
  <Template>Modele%20Bordeaux.dotx</Template>
  <TotalTime>0</TotalTime>
  <Pages>1</Pages>
  <Words>196</Words>
  <Characters>1084</Characters>
  <Application>Microsoft Office Word</Application>
  <DocSecurity>0</DocSecurity>
  <Lines>9</Lines>
  <Paragraphs>2</Paragraphs>
  <ScaleCrop>false</ScaleCrop>
  <Company>ARTELIAGROUP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VAQUETTE Claire</dc:creator>
  <cp:lastModifiedBy>GONTIER Juliette</cp:lastModifiedBy>
  <cp:revision>16</cp:revision>
  <cp:lastPrinted>2016-12-14T13:10:00Z</cp:lastPrinted>
  <dcterms:created xsi:type="dcterms:W3CDTF">2025-08-08T08:15:00Z</dcterms:created>
  <dcterms:modified xsi:type="dcterms:W3CDTF">2025-08-08T08:15:00Z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0x0101003195AF41A144594FAB8A013E1B18F3DA</vt:lpwstr>
  </property>
  <property fmtid="{D5CDD505-2E9C-101B-9397-08002B2CF9AE}" pid="3" name="ClassificationContentMarkingFooterShapeIds">
    <vt:lpwstr>2eab5a30,3ea17a0,54cc0487</vt:lpwstr>
  </property>
  <property fmtid="{D5CDD505-2E9C-101B-9397-08002B2CF9AE}" pid="4" name="ClassificationContentMarkingFooterFontProps">
    <vt:lpwstr>#fb765b,12,Microsoft Sans Serif</vt:lpwstr>
  </property>
  <property fmtid="{D5CDD505-2E9C-101B-9397-08002B2CF9AE}" pid="5" name="ClassificationContentMarkingFooterText">
    <vt:lpwstr>Classification : Restreint - Document validé</vt:lpwstr>
  </property>
  <property fmtid="{D5CDD505-2E9C-101B-9397-08002B2CF9AE}" pid="6" name="MSIP_Label_9f4dcaa1-d1fe-48b7-97de-dac4e3fe2999_Enabled">
    <vt:lpwstr>true</vt:lpwstr>
  </property>
  <property fmtid="{D5CDD505-2E9C-101B-9397-08002B2CF9AE}" pid="7" name="MSIP_Label_9f4dcaa1-d1fe-48b7-97de-dac4e3fe2999_SetDate">
    <vt:lpwstr>2025-08-08T08:15:00Z</vt:lpwstr>
  </property>
  <property fmtid="{D5CDD505-2E9C-101B-9397-08002B2CF9AE}" pid="8" name="MSIP_Label_9f4dcaa1-d1fe-48b7-97de-dac4e3fe2999_Method">
    <vt:lpwstr>Privileged</vt:lpwstr>
  </property>
  <property fmtid="{D5CDD505-2E9C-101B-9397-08002B2CF9AE}" pid="9" name="MSIP_Label_9f4dcaa1-d1fe-48b7-97de-dac4e3fe2999_Name">
    <vt:lpwstr>Restreint - Document validé</vt:lpwstr>
  </property>
  <property fmtid="{D5CDD505-2E9C-101B-9397-08002B2CF9AE}" pid="10" name="MSIP_Label_9f4dcaa1-d1fe-48b7-97de-dac4e3fe2999_SiteId">
    <vt:lpwstr>234851e9-b7a5-4031-94e2-883ee18a0e89</vt:lpwstr>
  </property>
  <property fmtid="{D5CDD505-2E9C-101B-9397-08002B2CF9AE}" pid="11" name="MSIP_Label_9f4dcaa1-d1fe-48b7-97de-dac4e3fe2999_ActionId">
    <vt:lpwstr>b8cbd1d3-33ff-443f-8f7e-9952fb109b9d</vt:lpwstr>
  </property>
  <property fmtid="{D5CDD505-2E9C-101B-9397-08002B2CF9AE}" pid="12" name="MSIP_Label_9f4dcaa1-d1fe-48b7-97de-dac4e3fe2999_ContentBits">
    <vt:lpwstr>2</vt:lpwstr>
  </property>
  <property fmtid="{D5CDD505-2E9C-101B-9397-08002B2CF9AE}" pid="13" name="MSIP_Label_9f4dcaa1-d1fe-48b7-97de-dac4e3fe2999_Tag">
    <vt:lpwstr>10, 0, 1, 2</vt:lpwstr>
  </property>
  <property fmtid="{D5CDD505-2E9C-101B-9397-08002B2CF9AE}" pid="14" name="MediaServiceImageTags">
    <vt:lpwstr/>
  </property>
</Properties>
</file>